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EAD" w:rsidRPr="00AB71A8" w:rsidRDefault="00BB3EAD" w:rsidP="00123BBF">
      <w:pPr>
        <w:spacing w:after="0" w:line="240" w:lineRule="auto"/>
        <w:jc w:val="right"/>
        <w:rPr>
          <w:rFonts w:ascii="Arial" w:hAnsi="Arial" w:cs="Arial"/>
          <w:b/>
          <w:bCs/>
        </w:rPr>
      </w:pPr>
      <w:r>
        <w:rPr>
          <w:rFonts w:ascii="Arial" w:hAnsi="Arial" w:cs="Arial"/>
          <w:b/>
          <w:bCs/>
        </w:rPr>
        <w:t>Załącznik nr 2</w:t>
      </w:r>
    </w:p>
    <w:p w:rsidR="00BB3EAD" w:rsidRPr="007D0255" w:rsidRDefault="00BB3EAD"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BB3EAD" w:rsidRPr="007D0255">
        <w:trPr>
          <w:trHeight w:val="1785"/>
        </w:trPr>
        <w:tc>
          <w:tcPr>
            <w:tcW w:w="5039" w:type="dxa"/>
          </w:tcPr>
          <w:p w:rsidR="00BB3EAD" w:rsidRPr="0047396A" w:rsidRDefault="00BB3EAD" w:rsidP="00104972">
            <w:pPr>
              <w:pStyle w:val="Heading4"/>
              <w:tabs>
                <w:tab w:val="left" w:pos="5400"/>
              </w:tabs>
              <w:jc w:val="left"/>
              <w:rPr>
                <w:rFonts w:ascii="Arial Narrow" w:hAnsi="Arial Narrow" w:cs="Arial Narrow"/>
                <w:b w:val="0"/>
                <w:bCs w:val="0"/>
                <w:sz w:val="22"/>
                <w:szCs w:val="22"/>
                <w:lang w:eastAsia="pl-PL"/>
              </w:rPr>
            </w:pPr>
            <w:r w:rsidRPr="0047396A">
              <w:rPr>
                <w:rFonts w:ascii="Arial Narrow" w:hAnsi="Arial Narrow" w:cs="Arial Narrow"/>
                <w:b w:val="0"/>
                <w:bCs w:val="0"/>
                <w:sz w:val="22"/>
                <w:szCs w:val="22"/>
                <w:lang w:eastAsia="pl-PL"/>
              </w:rPr>
              <w:t>Nazwa (firma) wykonawcy:</w:t>
            </w:r>
          </w:p>
          <w:p w:rsidR="00BB3EAD" w:rsidRPr="0047396A" w:rsidRDefault="00BB3EAD" w:rsidP="00104972">
            <w:pPr>
              <w:pStyle w:val="BodyText2"/>
              <w:ind w:right="28"/>
              <w:rPr>
                <w:rFonts w:ascii="Arial" w:hAnsi="Arial" w:cs="Arial"/>
                <w:i/>
                <w:iCs/>
                <w:sz w:val="10"/>
                <w:szCs w:val="10"/>
                <w:lang w:eastAsia="pl-PL"/>
              </w:rPr>
            </w:pPr>
          </w:p>
          <w:p w:rsidR="00BB3EAD" w:rsidRPr="0047396A" w:rsidRDefault="00BB3EAD" w:rsidP="00104972">
            <w:pPr>
              <w:pStyle w:val="BodyText2"/>
              <w:ind w:right="28"/>
              <w:rPr>
                <w:rFonts w:ascii="Arial Narrow" w:hAnsi="Arial Narrow" w:cs="Arial Narrow"/>
                <w:i/>
                <w:iCs/>
                <w:sz w:val="14"/>
                <w:szCs w:val="14"/>
                <w:lang w:eastAsia="pl-PL"/>
              </w:rPr>
            </w:pPr>
            <w:r w:rsidRPr="0047396A">
              <w:rPr>
                <w:rFonts w:ascii="Arial Narrow" w:hAnsi="Arial Narrow" w:cs="Arial Narrow"/>
                <w:i/>
                <w:iCs/>
                <w:sz w:val="14"/>
                <w:szCs w:val="14"/>
                <w:lang w:eastAsia="pl-PL"/>
              </w:rPr>
              <w:t>albo</w:t>
            </w:r>
          </w:p>
          <w:p w:rsidR="00BB3EAD" w:rsidRPr="007D0255" w:rsidRDefault="00BB3EAD" w:rsidP="00104972">
            <w:pPr>
              <w:spacing w:after="0" w:line="240" w:lineRule="auto"/>
              <w:rPr>
                <w:rFonts w:ascii="Arial Narrow" w:hAnsi="Arial Narrow" w:cs="Arial Narrow"/>
              </w:rPr>
            </w:pPr>
            <w:r w:rsidRPr="007D0255">
              <w:rPr>
                <w:rFonts w:ascii="Arial Narrow" w:hAnsi="Arial Narrow" w:cs="Arial Narrow"/>
              </w:rPr>
              <w:t>Imię i nazwisko wykonawcy:</w:t>
            </w:r>
          </w:p>
          <w:p w:rsidR="00BB3EAD" w:rsidRPr="007D0255" w:rsidRDefault="00BB3EAD" w:rsidP="00104972">
            <w:pPr>
              <w:spacing w:after="0" w:line="240" w:lineRule="auto"/>
              <w:rPr>
                <w:rFonts w:ascii="Arial Narrow" w:hAnsi="Arial Narrow" w:cs="Arial Narrow"/>
                <w:sz w:val="16"/>
                <w:szCs w:val="16"/>
              </w:rPr>
            </w:pPr>
          </w:p>
          <w:p w:rsidR="00BB3EAD" w:rsidRPr="007D0255" w:rsidRDefault="00BB3EAD"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BB3EAD" w:rsidRPr="007D0255" w:rsidRDefault="00BB3EAD"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BB3EAD" w:rsidRPr="007D0255" w:rsidRDefault="00BB3EAD" w:rsidP="00104972">
            <w:pPr>
              <w:spacing w:after="0" w:line="240" w:lineRule="auto"/>
              <w:jc w:val="center"/>
              <w:rPr>
                <w:rFonts w:ascii="Arial Narrow" w:hAnsi="Arial Narrow" w:cs="Arial Narrow"/>
              </w:rPr>
            </w:pPr>
            <w:r w:rsidRPr="007D0255">
              <w:rPr>
                <w:rFonts w:ascii="Arial Narrow" w:hAnsi="Arial Narrow" w:cs="Arial Narrow"/>
              </w:rPr>
              <w:t>..................................................................................................</w:t>
            </w:r>
          </w:p>
          <w:p w:rsidR="00BB3EAD" w:rsidRPr="007D0255" w:rsidRDefault="00BB3EAD" w:rsidP="00104972">
            <w:pPr>
              <w:spacing w:after="0" w:line="240" w:lineRule="auto"/>
              <w:jc w:val="center"/>
              <w:rPr>
                <w:rFonts w:ascii="Arial Narrow" w:hAnsi="Arial Narrow" w:cs="Arial Narrow"/>
                <w:sz w:val="16"/>
                <w:szCs w:val="16"/>
              </w:rPr>
            </w:pPr>
          </w:p>
          <w:p w:rsidR="00BB3EAD" w:rsidRPr="007D0255" w:rsidRDefault="00BB3EAD" w:rsidP="00104972">
            <w:pPr>
              <w:spacing w:after="0" w:line="240" w:lineRule="auto"/>
              <w:jc w:val="center"/>
              <w:rPr>
                <w:rFonts w:ascii="Arial Narrow" w:hAnsi="Arial Narrow" w:cs="Arial Narrow"/>
                <w:sz w:val="16"/>
                <w:szCs w:val="16"/>
              </w:rPr>
            </w:pPr>
          </w:p>
          <w:p w:rsidR="00BB3EAD" w:rsidRPr="007D0255" w:rsidRDefault="00BB3EAD" w:rsidP="00104972">
            <w:pPr>
              <w:spacing w:after="0" w:line="240" w:lineRule="auto"/>
              <w:jc w:val="center"/>
              <w:rPr>
                <w:rFonts w:ascii="Arial Narrow" w:hAnsi="Arial Narrow" w:cs="Arial Narrow"/>
              </w:rPr>
            </w:pPr>
            <w:r w:rsidRPr="007D0255">
              <w:rPr>
                <w:rFonts w:ascii="Arial Narrow" w:hAnsi="Arial Narrow" w:cs="Arial Narrow"/>
              </w:rPr>
              <w:t>.................................................................................................</w:t>
            </w:r>
          </w:p>
          <w:p w:rsidR="00BB3EAD" w:rsidRPr="007D0255" w:rsidRDefault="00BB3EAD" w:rsidP="00104972">
            <w:pPr>
              <w:spacing w:after="0" w:line="240" w:lineRule="auto"/>
              <w:jc w:val="center"/>
              <w:rPr>
                <w:rFonts w:ascii="Arial Narrow" w:hAnsi="Arial Narrow" w:cs="Arial Narrow"/>
                <w:sz w:val="16"/>
                <w:szCs w:val="16"/>
              </w:rPr>
            </w:pPr>
          </w:p>
          <w:p w:rsidR="00BB3EAD" w:rsidRPr="007D0255" w:rsidRDefault="00BB3EAD" w:rsidP="00104972">
            <w:pPr>
              <w:spacing w:after="0" w:line="240" w:lineRule="auto"/>
              <w:jc w:val="center"/>
              <w:rPr>
                <w:rFonts w:ascii="Arial Narrow" w:hAnsi="Arial Narrow" w:cs="Arial Narrow"/>
              </w:rPr>
            </w:pPr>
            <w:r w:rsidRPr="007D0255">
              <w:rPr>
                <w:rFonts w:ascii="Arial Narrow" w:hAnsi="Arial Narrow" w:cs="Arial Narrow"/>
              </w:rPr>
              <w:t>.................................................................................................</w:t>
            </w:r>
          </w:p>
          <w:p w:rsidR="00BB3EAD" w:rsidRPr="007D0255" w:rsidRDefault="00BB3EAD" w:rsidP="00104972">
            <w:pPr>
              <w:spacing w:after="0" w:line="240" w:lineRule="auto"/>
              <w:jc w:val="center"/>
              <w:rPr>
                <w:rFonts w:ascii="Arial Narrow" w:hAnsi="Arial Narrow" w:cs="Arial Narrow"/>
                <w:sz w:val="16"/>
                <w:szCs w:val="16"/>
              </w:rPr>
            </w:pPr>
          </w:p>
          <w:p w:rsidR="00BB3EAD" w:rsidRPr="007D0255" w:rsidRDefault="00BB3EAD" w:rsidP="00104972">
            <w:pPr>
              <w:spacing w:after="0" w:line="240" w:lineRule="auto"/>
              <w:jc w:val="center"/>
              <w:rPr>
                <w:rFonts w:ascii="Arial" w:hAnsi="Arial" w:cs="Arial"/>
              </w:rPr>
            </w:pPr>
            <w:r w:rsidRPr="007D0255">
              <w:rPr>
                <w:rFonts w:ascii="Arial Narrow" w:hAnsi="Arial Narrow" w:cs="Arial Narrow"/>
              </w:rPr>
              <w:t>.................................................................................................</w:t>
            </w:r>
          </w:p>
        </w:tc>
      </w:tr>
      <w:tr w:rsidR="00BB3EAD" w:rsidRPr="007D0255">
        <w:trPr>
          <w:trHeight w:val="715"/>
        </w:trPr>
        <w:tc>
          <w:tcPr>
            <w:tcW w:w="5039" w:type="dxa"/>
            <w:vAlign w:val="center"/>
          </w:tcPr>
          <w:p w:rsidR="00BB3EAD" w:rsidRPr="0047396A" w:rsidRDefault="00BB3EAD" w:rsidP="00104972">
            <w:pPr>
              <w:pStyle w:val="Heading4"/>
              <w:tabs>
                <w:tab w:val="left" w:pos="5400"/>
              </w:tabs>
              <w:jc w:val="left"/>
              <w:rPr>
                <w:rFonts w:ascii="Arial Narrow" w:hAnsi="Arial Narrow" w:cs="Arial Narrow"/>
                <w:b w:val="0"/>
                <w:bCs w:val="0"/>
                <w:sz w:val="22"/>
                <w:szCs w:val="22"/>
                <w:lang w:eastAsia="pl-PL"/>
              </w:rPr>
            </w:pPr>
            <w:r w:rsidRPr="0047396A">
              <w:rPr>
                <w:rFonts w:ascii="Arial Narrow" w:hAnsi="Arial Narrow" w:cs="Arial Narrow"/>
                <w:b w:val="0"/>
                <w:bCs w:val="0"/>
                <w:sz w:val="22"/>
                <w:szCs w:val="22"/>
                <w:lang w:eastAsia="pl-PL"/>
              </w:rPr>
              <w:t xml:space="preserve">Adres siedziby wykonawcy (kod, miasto, ulica, nr): </w:t>
            </w:r>
          </w:p>
        </w:tc>
        <w:tc>
          <w:tcPr>
            <w:tcW w:w="5133" w:type="dxa"/>
          </w:tcPr>
          <w:p w:rsidR="00BB3EAD" w:rsidRPr="007D0255" w:rsidRDefault="00BB3EAD" w:rsidP="00104972">
            <w:pPr>
              <w:spacing w:after="0" w:line="240" w:lineRule="auto"/>
              <w:jc w:val="center"/>
              <w:rPr>
                <w:rFonts w:ascii="Arial Narrow" w:hAnsi="Arial Narrow" w:cs="Arial Narrow"/>
                <w:sz w:val="10"/>
                <w:szCs w:val="10"/>
              </w:rPr>
            </w:pPr>
          </w:p>
          <w:p w:rsidR="00BB3EAD" w:rsidRPr="007D0255" w:rsidRDefault="00BB3EAD" w:rsidP="00104972">
            <w:pPr>
              <w:spacing w:after="0" w:line="240" w:lineRule="auto"/>
              <w:jc w:val="center"/>
              <w:rPr>
                <w:rFonts w:ascii="Arial Narrow" w:hAnsi="Arial Narrow" w:cs="Arial Narrow"/>
              </w:rPr>
            </w:pPr>
            <w:r w:rsidRPr="007D0255">
              <w:rPr>
                <w:rFonts w:ascii="Arial Narrow" w:hAnsi="Arial Narrow" w:cs="Arial Narrow"/>
              </w:rPr>
              <w:t>..................................................................................................</w:t>
            </w:r>
          </w:p>
          <w:p w:rsidR="00BB3EAD" w:rsidRPr="007D0255" w:rsidRDefault="00BB3EAD" w:rsidP="00104972">
            <w:pPr>
              <w:spacing w:after="0" w:line="240" w:lineRule="auto"/>
              <w:jc w:val="center"/>
              <w:rPr>
                <w:rFonts w:ascii="Arial Narrow" w:hAnsi="Arial Narrow" w:cs="Arial Narrow"/>
                <w:sz w:val="10"/>
                <w:szCs w:val="10"/>
              </w:rPr>
            </w:pPr>
          </w:p>
          <w:p w:rsidR="00BB3EAD" w:rsidRPr="007D0255" w:rsidRDefault="00BB3EAD" w:rsidP="00104972">
            <w:pPr>
              <w:spacing w:after="0" w:line="240" w:lineRule="auto"/>
              <w:jc w:val="center"/>
              <w:rPr>
                <w:rFonts w:ascii="Arial" w:hAnsi="Arial" w:cs="Arial"/>
                <w:sz w:val="16"/>
                <w:szCs w:val="16"/>
              </w:rPr>
            </w:pPr>
            <w:r w:rsidRPr="007D0255">
              <w:rPr>
                <w:rFonts w:ascii="Arial Narrow" w:hAnsi="Arial Narrow" w:cs="Arial Narrow"/>
              </w:rPr>
              <w:t>.................................................................................................</w:t>
            </w:r>
          </w:p>
        </w:tc>
      </w:tr>
      <w:tr w:rsidR="00BB3EAD" w:rsidRPr="007D0255">
        <w:trPr>
          <w:trHeight w:val="333"/>
        </w:trPr>
        <w:tc>
          <w:tcPr>
            <w:tcW w:w="5039" w:type="dxa"/>
            <w:vAlign w:val="center"/>
          </w:tcPr>
          <w:p w:rsidR="00BB3EAD" w:rsidRPr="007D0255" w:rsidRDefault="00BB3EAD"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BB3EAD" w:rsidRPr="007D0255" w:rsidRDefault="00BB3EAD" w:rsidP="00104972">
            <w:pPr>
              <w:spacing w:after="0" w:line="240" w:lineRule="auto"/>
              <w:jc w:val="center"/>
              <w:rPr>
                <w:rFonts w:ascii="Arial Narrow" w:hAnsi="Arial Narrow" w:cs="Arial Narrow"/>
              </w:rPr>
            </w:pPr>
            <w:r w:rsidRPr="007D0255">
              <w:rPr>
                <w:rFonts w:ascii="Arial Narrow" w:hAnsi="Arial Narrow" w:cs="Arial Narrow"/>
              </w:rPr>
              <w:t>..................................................................................................</w:t>
            </w:r>
          </w:p>
        </w:tc>
      </w:tr>
      <w:tr w:rsidR="00BB3EAD" w:rsidRPr="00D157BA">
        <w:trPr>
          <w:trHeight w:val="383"/>
        </w:trPr>
        <w:tc>
          <w:tcPr>
            <w:tcW w:w="5039" w:type="dxa"/>
            <w:vAlign w:val="center"/>
          </w:tcPr>
          <w:p w:rsidR="00BB3EAD" w:rsidRPr="00D157BA" w:rsidRDefault="00BB3EAD" w:rsidP="00104972">
            <w:pPr>
              <w:spacing w:after="0" w:line="240" w:lineRule="auto"/>
              <w:rPr>
                <w:rFonts w:ascii="Arial" w:hAnsi="Arial" w:cs="Arial"/>
                <w:sz w:val="16"/>
                <w:szCs w:val="16"/>
                <w:lang w:val="de-DE"/>
              </w:rPr>
            </w:pPr>
            <w:r w:rsidRPr="00D157BA">
              <w:rPr>
                <w:rFonts w:ascii="Arial Narrow" w:hAnsi="Arial Narrow" w:cs="Arial Narrow"/>
                <w:lang w:val="de-DE"/>
              </w:rPr>
              <w:t>Numer telefonu, faksu, adres e-mail:</w:t>
            </w:r>
          </w:p>
        </w:tc>
        <w:tc>
          <w:tcPr>
            <w:tcW w:w="5133" w:type="dxa"/>
            <w:vAlign w:val="center"/>
          </w:tcPr>
          <w:p w:rsidR="00BB3EAD" w:rsidRPr="00D157BA" w:rsidRDefault="00BB3EAD"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BB3EAD" w:rsidRPr="007D0255" w:rsidRDefault="00BB3EAD" w:rsidP="00104972">
      <w:pPr>
        <w:pStyle w:val="BodyText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BB3EAD" w:rsidRPr="009375EB" w:rsidRDefault="00BB3EAD" w:rsidP="00104972">
      <w:pPr>
        <w:spacing w:after="0" w:line="240" w:lineRule="auto"/>
        <w:rPr>
          <w:rFonts w:ascii="Arial" w:hAnsi="Arial" w:cs="Arial"/>
        </w:rPr>
      </w:pPr>
    </w:p>
    <w:p w:rsidR="00BB3EAD" w:rsidRPr="00CC44AC" w:rsidRDefault="00BB3EAD"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BB3EAD" w:rsidRPr="00CC44AC" w:rsidRDefault="00BB3EAD"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BB3EAD" w:rsidRPr="00CC44AC" w:rsidRDefault="00BB3EAD"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BB3EAD" w:rsidRPr="00CC44AC" w:rsidRDefault="00BB3EAD"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BB3EAD" w:rsidRPr="00CC44AC" w:rsidRDefault="00BB3EAD" w:rsidP="00104972">
      <w:pPr>
        <w:spacing w:after="0" w:line="240" w:lineRule="auto"/>
        <w:jc w:val="both"/>
        <w:rPr>
          <w:rFonts w:ascii="Arial" w:hAnsi="Arial" w:cs="Arial"/>
        </w:rPr>
      </w:pPr>
    </w:p>
    <w:p w:rsidR="00BB3EAD" w:rsidRPr="00BB5169" w:rsidRDefault="00BB3EAD" w:rsidP="00104972">
      <w:pPr>
        <w:pStyle w:val="Normal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BB3EAD" w:rsidRPr="00401A89" w:rsidRDefault="00BB3EAD" w:rsidP="00B56D25">
      <w:pPr>
        <w:spacing w:after="0" w:line="240" w:lineRule="auto"/>
        <w:jc w:val="center"/>
        <w:rPr>
          <w:rFonts w:ascii="Arial" w:hAnsi="Arial" w:cs="Arial"/>
          <w:b/>
          <w:bCs/>
        </w:rPr>
      </w:pPr>
      <w:r w:rsidRPr="00401A89">
        <w:rPr>
          <w:rFonts w:ascii="Arial" w:hAnsi="Arial" w:cs="Arial"/>
          <w:b/>
          <w:bCs/>
          <w:sz w:val="24"/>
          <w:szCs w:val="24"/>
        </w:rPr>
        <w:t>Wymiana rozszczelnionej i uszkodzonej kanalizacji deszczowej i sanitarnej w Pawilonach Łóżkowych Nr 5 i 7 - SP ZOZ WSS nr 3 w Rybniku</w:t>
      </w:r>
    </w:p>
    <w:p w:rsidR="00BB3EAD" w:rsidRPr="00EC3EA4" w:rsidRDefault="00BB3EAD" w:rsidP="00432BB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417-PN/72</w:t>
      </w:r>
      <w:r w:rsidRPr="00514259">
        <w:rPr>
          <w:rFonts w:ascii="Arial" w:hAnsi="Arial" w:cs="Arial"/>
          <w:b/>
          <w:bCs/>
          <w:u w:val="single"/>
        </w:rPr>
        <w:t>-20</w:t>
      </w:r>
      <w:r>
        <w:rPr>
          <w:rFonts w:ascii="Arial" w:hAnsi="Arial" w:cs="Arial"/>
          <w:b/>
          <w:bCs/>
          <w:u w:val="single"/>
        </w:rPr>
        <w:t>20</w:t>
      </w:r>
    </w:p>
    <w:p w:rsidR="00BB3EAD" w:rsidRPr="00384566" w:rsidRDefault="00BB3EAD" w:rsidP="00104972">
      <w:pPr>
        <w:pStyle w:val="Normal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BB3EAD" w:rsidRPr="00CC44AC" w:rsidRDefault="00BB3EAD" w:rsidP="00104972">
      <w:pPr>
        <w:spacing w:after="0" w:line="240" w:lineRule="auto"/>
        <w:jc w:val="both"/>
        <w:rPr>
          <w:rFonts w:ascii="Arial" w:hAnsi="Arial" w:cs="Arial"/>
        </w:rPr>
      </w:pPr>
    </w:p>
    <w:p w:rsidR="00BB3EAD" w:rsidRPr="00CC44AC" w:rsidRDefault="00BB3EAD"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BB3EAD" w:rsidRPr="00CC44AC" w:rsidRDefault="00BB3EAD" w:rsidP="00104972">
      <w:pPr>
        <w:pStyle w:val="ListParagraph"/>
        <w:spacing w:after="0" w:line="240" w:lineRule="auto"/>
        <w:jc w:val="both"/>
        <w:rPr>
          <w:rFonts w:ascii="Arial" w:hAnsi="Arial" w:cs="Arial"/>
        </w:rPr>
      </w:pPr>
    </w:p>
    <w:p w:rsidR="00BB3EAD" w:rsidRPr="00CC44AC" w:rsidRDefault="00BB3EAD" w:rsidP="00BC29A2">
      <w:pPr>
        <w:pStyle w:val="ListParagraph"/>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BB3EAD" w:rsidRPr="00F81B8C" w:rsidRDefault="00BB3EAD" w:rsidP="00104972">
      <w:pPr>
        <w:spacing w:after="0" w:line="240" w:lineRule="auto"/>
        <w:jc w:val="both"/>
        <w:rPr>
          <w:rFonts w:ascii="Arial" w:hAnsi="Arial" w:cs="Arial"/>
          <w:i/>
          <w:iCs/>
          <w:sz w:val="16"/>
          <w:szCs w:val="16"/>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BB3EAD" w:rsidRPr="00F81B8C" w:rsidRDefault="00BB3EAD" w:rsidP="00104972">
      <w:pPr>
        <w:spacing w:after="0" w:line="240" w:lineRule="auto"/>
        <w:jc w:val="both"/>
        <w:rPr>
          <w:rFonts w:ascii="Arial" w:hAnsi="Arial" w:cs="Arial"/>
          <w:sz w:val="16"/>
          <w:szCs w:val="16"/>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BB3EAD" w:rsidRPr="00CC44AC" w:rsidRDefault="00BB3EA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BB3EAD" w:rsidRPr="00CC44AC" w:rsidRDefault="00BB3EAD" w:rsidP="00104972">
      <w:pPr>
        <w:spacing w:after="0" w:line="240" w:lineRule="auto"/>
        <w:ind w:left="5664"/>
        <w:jc w:val="both"/>
        <w:rPr>
          <w:rFonts w:ascii="Arial" w:hAnsi="Arial" w:cs="Arial"/>
          <w:i/>
          <w:iCs/>
        </w:rPr>
      </w:pPr>
    </w:p>
    <w:p w:rsidR="00BB3EAD" w:rsidRDefault="00BB3EAD"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BB3EAD" w:rsidRPr="00D30F01" w:rsidRDefault="00BB3EAD"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BB3EAD" w:rsidRPr="00384566" w:rsidRDefault="00BB3EAD" w:rsidP="00104972">
      <w:pPr>
        <w:spacing w:after="0" w:line="240" w:lineRule="auto"/>
        <w:jc w:val="both"/>
        <w:rPr>
          <w:rFonts w:ascii="Arial" w:hAnsi="Arial" w:cs="Arial"/>
          <w:sz w:val="12"/>
          <w:szCs w:val="12"/>
        </w:rPr>
      </w:pPr>
    </w:p>
    <w:p w:rsidR="00BB3EAD" w:rsidRPr="00CC44AC" w:rsidRDefault="00BB3EAD"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BB3EAD" w:rsidRPr="00CC44AC" w:rsidRDefault="00BB3EAD"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BB3EAD" w:rsidRPr="00CC44AC" w:rsidRDefault="00BB3EAD"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BB3EAD" w:rsidRPr="00F81B8C" w:rsidRDefault="00BB3EAD" w:rsidP="00104972">
      <w:pPr>
        <w:spacing w:after="0" w:line="240" w:lineRule="auto"/>
        <w:jc w:val="both"/>
        <w:rPr>
          <w:rFonts w:ascii="Arial" w:hAnsi="Arial" w:cs="Arial"/>
          <w:sz w:val="16"/>
          <w:szCs w:val="16"/>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BB3EAD" w:rsidRPr="00F81B8C" w:rsidRDefault="00BB3EAD" w:rsidP="00104972">
      <w:pPr>
        <w:spacing w:after="0" w:line="240" w:lineRule="auto"/>
        <w:jc w:val="both"/>
        <w:rPr>
          <w:rFonts w:ascii="Arial" w:hAnsi="Arial" w:cs="Arial"/>
          <w:sz w:val="16"/>
          <w:szCs w:val="16"/>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BB3EAD" w:rsidRPr="00CC44AC" w:rsidRDefault="00BB3EA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BB3EAD" w:rsidRPr="00CC44AC" w:rsidRDefault="00BB3EAD" w:rsidP="00104972">
      <w:pPr>
        <w:spacing w:after="0" w:line="240" w:lineRule="auto"/>
        <w:jc w:val="both"/>
        <w:rPr>
          <w:rFonts w:ascii="Arial" w:hAnsi="Arial" w:cs="Arial"/>
          <w:i/>
          <w:iCs/>
        </w:rPr>
      </w:pPr>
      <w:r>
        <w:rPr>
          <w:rFonts w:ascii="Arial" w:hAnsi="Arial" w:cs="Arial"/>
          <w:i/>
          <w:iCs/>
        </w:rPr>
        <w:br w:type="page"/>
      </w:r>
    </w:p>
    <w:p w:rsidR="00BB3EAD" w:rsidRPr="00CC44AC" w:rsidRDefault="00BB3EAD"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BB3EAD" w:rsidRPr="00CC44AC" w:rsidRDefault="00BB3EAD" w:rsidP="00104972">
      <w:pPr>
        <w:spacing w:after="0" w:line="240" w:lineRule="auto"/>
        <w:jc w:val="both"/>
        <w:rPr>
          <w:rFonts w:ascii="Arial" w:hAnsi="Arial" w:cs="Arial"/>
          <w:b/>
          <w:bCs/>
        </w:rPr>
      </w:pPr>
    </w:p>
    <w:p w:rsidR="00BB3EAD" w:rsidRDefault="00BB3EAD" w:rsidP="00233C57">
      <w:pPr>
        <w:spacing w:after="0" w:line="360" w:lineRule="auto"/>
        <w:jc w:val="both"/>
        <w:rPr>
          <w:rFonts w:ascii="Arial" w:hAnsi="Arial" w:cs="Arial"/>
        </w:rPr>
      </w:pPr>
      <w:r w:rsidRPr="00CC44AC">
        <w:rPr>
          <w:rFonts w:ascii="Arial" w:hAnsi="Arial" w:cs="Arial"/>
        </w:rPr>
        <w:t>Oświadczam, że w stosunku do następującego/ych podmiotu/tów, na którego/ych zasoby powołuję się w niniejszym postępowaniu, tj.: ………………………………………………………</w:t>
      </w:r>
      <w:r>
        <w:rPr>
          <w:rFonts w:ascii="Arial" w:hAnsi="Arial" w:cs="Arial"/>
        </w:rPr>
        <w:t>………………………………………………………………………………………………………</w:t>
      </w:r>
      <w:r w:rsidRPr="00CC44AC">
        <w:rPr>
          <w:rFonts w:ascii="Arial" w:hAnsi="Arial" w:cs="Arial"/>
        </w:rPr>
        <w:t xml:space="preserve">…… </w:t>
      </w:r>
    </w:p>
    <w:p w:rsidR="00BB3EAD" w:rsidRPr="00D30F01" w:rsidRDefault="00BB3EAD"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KRS/CEiDG)</w:t>
      </w:r>
    </w:p>
    <w:p w:rsidR="00BB3EAD" w:rsidRPr="00CC44AC" w:rsidRDefault="00BB3EAD"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BB3EAD" w:rsidRPr="00CC44AC" w:rsidRDefault="00BB3EAD" w:rsidP="00104972">
      <w:pPr>
        <w:spacing w:after="0" w:line="240" w:lineRule="auto"/>
        <w:jc w:val="both"/>
        <w:rPr>
          <w:rFonts w:ascii="Arial" w:hAnsi="Arial" w:cs="Arial"/>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BB3EAD" w:rsidRPr="00CC44AC" w:rsidRDefault="00BB3EAD" w:rsidP="00104972">
      <w:pPr>
        <w:spacing w:after="0" w:line="240" w:lineRule="auto"/>
        <w:jc w:val="both"/>
        <w:rPr>
          <w:rFonts w:ascii="Arial" w:hAnsi="Arial" w:cs="Arial"/>
          <w:sz w:val="20"/>
          <w:szCs w:val="20"/>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BB3EAD" w:rsidRPr="00CC44AC" w:rsidRDefault="00BB3EA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BB3EAD" w:rsidRPr="00CC44AC" w:rsidRDefault="00BB3EAD" w:rsidP="00104972">
      <w:pPr>
        <w:spacing w:after="0" w:line="240" w:lineRule="auto"/>
        <w:jc w:val="both"/>
        <w:rPr>
          <w:rFonts w:ascii="Arial" w:hAnsi="Arial" w:cs="Arial"/>
          <w:b/>
          <w:bCs/>
        </w:rPr>
      </w:pPr>
    </w:p>
    <w:p w:rsidR="00BB3EAD" w:rsidRPr="00CC44AC" w:rsidRDefault="00BB3EAD"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BB3EAD" w:rsidRPr="00CC44AC" w:rsidRDefault="00BB3EAD" w:rsidP="00104972">
      <w:pPr>
        <w:spacing w:after="0" w:line="240" w:lineRule="auto"/>
        <w:jc w:val="both"/>
        <w:rPr>
          <w:rFonts w:ascii="Arial" w:hAnsi="Arial" w:cs="Arial"/>
          <w:b/>
          <w:bCs/>
        </w:rPr>
      </w:pPr>
    </w:p>
    <w:p w:rsidR="00BB3EAD" w:rsidRDefault="00BB3EAD" w:rsidP="00382646">
      <w:pPr>
        <w:spacing w:after="0" w:line="360" w:lineRule="auto"/>
        <w:jc w:val="both"/>
        <w:rPr>
          <w:rFonts w:ascii="Arial" w:hAnsi="Arial" w:cs="Arial"/>
        </w:rPr>
      </w:pPr>
      <w:r w:rsidRPr="00C070FA">
        <w:rPr>
          <w:rFonts w:ascii="Arial" w:hAnsi="Arial" w:cs="Arial"/>
        </w:rPr>
        <w:t xml:space="preserve">Oświadczam, że w stosunku do następującego/ych podmiotu/tów, będącego/ych podwykonawcą/ami: ……………………………………………………………………..….…… </w:t>
      </w:r>
      <w:r>
        <w:rPr>
          <w:rFonts w:ascii="Arial" w:hAnsi="Arial" w:cs="Arial"/>
        </w:rPr>
        <w:t>…….………………………………………………………………………………………………...……</w:t>
      </w:r>
    </w:p>
    <w:p w:rsidR="00BB3EAD" w:rsidRDefault="00BB3EAD" w:rsidP="005C3524">
      <w:pPr>
        <w:spacing w:after="0" w:line="360" w:lineRule="auto"/>
        <w:jc w:val="both"/>
        <w:rPr>
          <w:rFonts w:ascii="Arial" w:hAnsi="Arial" w:cs="Arial"/>
        </w:rPr>
      </w:pPr>
      <w:r>
        <w:rPr>
          <w:rFonts w:ascii="Arial" w:hAnsi="Arial" w:cs="Arial"/>
        </w:rPr>
        <w:t>…….………………………………………………………………………………………………...……</w:t>
      </w:r>
    </w:p>
    <w:p w:rsidR="00BB3EAD" w:rsidRPr="00382646" w:rsidRDefault="00BB3EAD"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KRS/CEiDG)</w:t>
      </w:r>
      <w:r w:rsidRPr="00382646">
        <w:rPr>
          <w:rFonts w:ascii="Arial" w:hAnsi="Arial" w:cs="Arial"/>
          <w:sz w:val="18"/>
          <w:szCs w:val="18"/>
        </w:rPr>
        <w:t>,</w:t>
      </w:r>
    </w:p>
    <w:p w:rsidR="00BB3EAD" w:rsidRPr="00C070FA" w:rsidRDefault="00BB3EAD"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BB3EAD" w:rsidRPr="00C070FA" w:rsidRDefault="00BB3EAD" w:rsidP="00104972">
      <w:pPr>
        <w:spacing w:after="0" w:line="240" w:lineRule="auto"/>
        <w:jc w:val="both"/>
        <w:rPr>
          <w:rFonts w:ascii="Arial" w:hAnsi="Arial" w:cs="Arial"/>
        </w:rPr>
      </w:pPr>
    </w:p>
    <w:p w:rsidR="00BB3EAD" w:rsidRPr="00C070FA" w:rsidRDefault="00BB3EAD"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BB3EAD" w:rsidRPr="00C070FA" w:rsidRDefault="00BB3EAD" w:rsidP="00104972">
      <w:pPr>
        <w:spacing w:after="0" w:line="240" w:lineRule="auto"/>
        <w:jc w:val="both"/>
        <w:rPr>
          <w:rFonts w:ascii="Arial" w:hAnsi="Arial" w:cs="Arial"/>
          <w:sz w:val="20"/>
          <w:szCs w:val="20"/>
        </w:rPr>
      </w:pPr>
    </w:p>
    <w:p w:rsidR="00BB3EAD" w:rsidRPr="00CC44AC" w:rsidRDefault="00BB3EAD"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BB3EAD" w:rsidRPr="00CC44AC" w:rsidRDefault="00BB3EA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BB3EAD" w:rsidRDefault="00BB3EAD" w:rsidP="00384566">
      <w:pPr>
        <w:pBdr>
          <w:bottom w:val="single" w:sz="12" w:space="1" w:color="auto"/>
        </w:pBdr>
        <w:spacing w:after="0" w:line="240" w:lineRule="auto"/>
        <w:jc w:val="center"/>
        <w:rPr>
          <w:rFonts w:ascii="Arial" w:hAnsi="Arial" w:cs="Arial"/>
          <w:i/>
          <w:iCs/>
        </w:rPr>
      </w:pPr>
      <w:r>
        <w:rPr>
          <w:rFonts w:ascii="Arial" w:hAnsi="Arial" w:cs="Arial"/>
          <w:i/>
          <w:iCs/>
        </w:rPr>
        <w:br w:type="page"/>
      </w:r>
    </w:p>
    <w:p w:rsidR="00BB3EAD" w:rsidRPr="00384566" w:rsidRDefault="00BB3EAD" w:rsidP="00384566">
      <w:pPr>
        <w:pBdr>
          <w:bottom w:val="single" w:sz="12" w:space="1" w:color="auto"/>
        </w:pBdr>
        <w:spacing w:after="0" w:line="240" w:lineRule="auto"/>
        <w:jc w:val="center"/>
        <w:rPr>
          <w:rFonts w:ascii="Arial" w:hAnsi="Arial" w:cs="Arial"/>
          <w:b/>
          <w:bCs/>
        </w:rPr>
      </w:pPr>
      <w:bookmarkStart w:id="0" w:name="_GoBack"/>
      <w:bookmarkEnd w:id="0"/>
      <w:r w:rsidRPr="00384566">
        <w:rPr>
          <w:rFonts w:ascii="Arial" w:hAnsi="Arial" w:cs="Arial"/>
          <w:b/>
          <w:bCs/>
        </w:rPr>
        <w:t>II. Oświadczenie wykonawcy</w:t>
      </w:r>
    </w:p>
    <w:p w:rsidR="00BB3EAD" w:rsidRPr="00CC44AC" w:rsidRDefault="00BB3EAD"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BB3EAD" w:rsidRPr="00CC44AC" w:rsidRDefault="00BB3EAD"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BB3EAD" w:rsidRPr="00CC44AC" w:rsidRDefault="00BB3EAD"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BB3EAD" w:rsidRPr="00CC44AC" w:rsidRDefault="00BB3EAD" w:rsidP="00CC44AC">
      <w:pPr>
        <w:pStyle w:val="Normal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BB3EAD" w:rsidRPr="00B56D25" w:rsidRDefault="00BB3EAD" w:rsidP="00401A89">
      <w:pPr>
        <w:spacing w:after="0" w:line="240" w:lineRule="auto"/>
        <w:jc w:val="center"/>
        <w:rPr>
          <w:rFonts w:ascii="Arial" w:hAnsi="Arial" w:cs="Arial"/>
          <w:b/>
          <w:bCs/>
        </w:rPr>
      </w:pPr>
      <w:r w:rsidRPr="00401A89">
        <w:rPr>
          <w:rFonts w:ascii="Arial" w:hAnsi="Arial" w:cs="Arial"/>
          <w:b/>
          <w:bCs/>
          <w:sz w:val="24"/>
          <w:szCs w:val="24"/>
        </w:rPr>
        <w:t>Wymiana rozszczelnionej i uszkodzonej kanalizacji deszczowej i sanitarnej w Pawilonach Łóżkowych Nr 5 i 7 - SP ZOZ WSS nr 3 w Rybniku</w:t>
      </w:r>
    </w:p>
    <w:p w:rsidR="00BB3EAD" w:rsidRDefault="00BB3EAD" w:rsidP="00D72A4A">
      <w:pPr>
        <w:spacing w:after="0" w:line="240" w:lineRule="auto"/>
        <w:jc w:val="center"/>
        <w:rPr>
          <w:rFonts w:ascii="Arial" w:hAnsi="Arial" w:cs="Arial"/>
          <w:i/>
          <w:i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417-PN/72</w:t>
      </w:r>
      <w:r w:rsidRPr="00514259">
        <w:rPr>
          <w:rFonts w:ascii="Arial" w:hAnsi="Arial" w:cs="Arial"/>
          <w:b/>
          <w:bCs/>
          <w:u w:val="single"/>
        </w:rPr>
        <w:t>-20</w:t>
      </w:r>
      <w:r>
        <w:rPr>
          <w:rFonts w:ascii="Arial" w:hAnsi="Arial" w:cs="Arial"/>
          <w:b/>
          <w:bCs/>
          <w:u w:val="single"/>
        </w:rPr>
        <w:t>20</w:t>
      </w:r>
    </w:p>
    <w:p w:rsidR="00BB3EAD" w:rsidRPr="00D72A4A" w:rsidRDefault="00BB3EAD"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BB3EAD" w:rsidRPr="00CC44AC" w:rsidRDefault="00BB3EAD" w:rsidP="00CC44AC">
      <w:pPr>
        <w:spacing w:after="0" w:line="240" w:lineRule="auto"/>
        <w:jc w:val="center"/>
        <w:rPr>
          <w:rFonts w:ascii="Arial" w:hAnsi="Arial" w:cs="Arial"/>
        </w:rPr>
      </w:pPr>
    </w:p>
    <w:p w:rsidR="00BB3EAD" w:rsidRPr="00CC44AC" w:rsidRDefault="00BB3EAD"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BB3EAD" w:rsidRPr="00CC44AC" w:rsidRDefault="00BB3EAD" w:rsidP="00104972">
      <w:pPr>
        <w:spacing w:after="0" w:line="240" w:lineRule="auto"/>
        <w:jc w:val="both"/>
        <w:rPr>
          <w:rFonts w:ascii="Arial" w:hAnsi="Arial" w:cs="Arial"/>
        </w:rPr>
      </w:pPr>
    </w:p>
    <w:p w:rsidR="00BB3EAD" w:rsidRPr="00CC44AC" w:rsidRDefault="00BB3EAD"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BB3EAD" w:rsidRPr="00CC44AC" w:rsidRDefault="00BB3EAD" w:rsidP="00104972">
      <w:pPr>
        <w:spacing w:after="0" w:line="240" w:lineRule="auto"/>
        <w:jc w:val="both"/>
        <w:rPr>
          <w:rFonts w:ascii="Arial" w:hAnsi="Arial" w:cs="Arial"/>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BB3EAD" w:rsidRPr="00CC44AC" w:rsidRDefault="00BB3EAD" w:rsidP="00104972">
      <w:pPr>
        <w:spacing w:after="0" w:line="240" w:lineRule="auto"/>
        <w:jc w:val="both"/>
        <w:rPr>
          <w:rFonts w:ascii="Arial" w:hAnsi="Arial" w:cs="Arial"/>
          <w:sz w:val="20"/>
          <w:szCs w:val="20"/>
        </w:rPr>
      </w:pPr>
    </w:p>
    <w:p w:rsidR="00BB3EAD" w:rsidRDefault="00BB3EAD" w:rsidP="00104972">
      <w:pPr>
        <w:spacing w:after="0" w:line="240" w:lineRule="auto"/>
        <w:jc w:val="both"/>
        <w:rPr>
          <w:rFonts w:ascii="Arial" w:hAnsi="Arial" w:cs="Arial"/>
          <w:sz w:val="20"/>
          <w:szCs w:val="20"/>
        </w:rPr>
      </w:pPr>
    </w:p>
    <w:p w:rsidR="00BB3EAD" w:rsidRPr="00CC44AC" w:rsidRDefault="00BB3EAD"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BB3EAD" w:rsidRPr="00CC44AC" w:rsidRDefault="00BB3EAD"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BB3EAD" w:rsidRPr="00CC44AC" w:rsidRDefault="00BB3EAD" w:rsidP="00104972">
      <w:pPr>
        <w:spacing w:after="0" w:line="240" w:lineRule="auto"/>
        <w:jc w:val="both"/>
        <w:rPr>
          <w:rFonts w:ascii="Arial" w:hAnsi="Arial" w:cs="Arial"/>
        </w:rPr>
      </w:pPr>
    </w:p>
    <w:p w:rsidR="00BB3EAD" w:rsidRPr="00CC44AC" w:rsidRDefault="00BB3EAD"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BB3EAD" w:rsidRPr="00CC44AC" w:rsidRDefault="00BB3EAD"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jącego/ych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BB3EAD" w:rsidRPr="00CC44AC" w:rsidRDefault="00BB3EAD"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r w:rsidRPr="00CC44AC">
        <w:rPr>
          <w:rFonts w:ascii="Arial" w:hAnsi="Arial" w:cs="Arial"/>
        </w:rPr>
        <w:t>……………………………………</w:t>
      </w:r>
    </w:p>
    <w:p w:rsidR="00BB3EAD" w:rsidRPr="0024572A" w:rsidRDefault="00BB3EAD"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BB3EAD" w:rsidRDefault="00BB3EAD"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BB3EAD" w:rsidRDefault="00BB3EAD" w:rsidP="001D55C2">
      <w:pPr>
        <w:spacing w:after="0" w:line="360" w:lineRule="auto"/>
        <w:jc w:val="both"/>
        <w:rPr>
          <w:rFonts w:ascii="Arial" w:hAnsi="Arial" w:cs="Arial"/>
        </w:rPr>
      </w:pPr>
      <w:r w:rsidRPr="00CC44AC">
        <w:rPr>
          <w:rFonts w:ascii="Arial" w:hAnsi="Arial" w:cs="Arial"/>
        </w:rPr>
        <w:t>…………………………………………………………………………………………………………… ……………………………………………………………………………………………………………</w:t>
      </w:r>
    </w:p>
    <w:p w:rsidR="00BB3EAD" w:rsidRPr="001D55C2" w:rsidRDefault="00BB3EAD"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BB3EAD" w:rsidRDefault="00BB3EAD" w:rsidP="00104972">
      <w:pPr>
        <w:spacing w:after="0" w:line="240" w:lineRule="auto"/>
        <w:jc w:val="both"/>
        <w:rPr>
          <w:rFonts w:ascii="Arial" w:hAnsi="Arial" w:cs="Arial"/>
          <w:sz w:val="20"/>
          <w:szCs w:val="20"/>
        </w:rPr>
      </w:pPr>
    </w:p>
    <w:p w:rsidR="00BB3EAD" w:rsidRPr="00B75C0F" w:rsidRDefault="00BB3EAD"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BB3EAD" w:rsidRDefault="00BB3EAD" w:rsidP="00104972">
      <w:pPr>
        <w:spacing w:after="0" w:line="240" w:lineRule="auto"/>
        <w:jc w:val="both"/>
        <w:rPr>
          <w:rFonts w:ascii="Arial" w:hAnsi="Arial" w:cs="Arial"/>
          <w:sz w:val="20"/>
          <w:szCs w:val="20"/>
        </w:rPr>
      </w:pPr>
    </w:p>
    <w:p w:rsidR="00BB3EAD" w:rsidRDefault="00BB3EAD" w:rsidP="00104972">
      <w:pPr>
        <w:spacing w:after="0" w:line="240" w:lineRule="auto"/>
        <w:jc w:val="both"/>
        <w:rPr>
          <w:rFonts w:ascii="Arial" w:hAnsi="Arial" w:cs="Arial"/>
          <w:sz w:val="20"/>
          <w:szCs w:val="20"/>
        </w:rPr>
      </w:pPr>
    </w:p>
    <w:p w:rsidR="00BB3EAD" w:rsidRDefault="00BB3EAD" w:rsidP="00104972">
      <w:pPr>
        <w:spacing w:after="0" w:line="240" w:lineRule="auto"/>
        <w:jc w:val="both"/>
        <w:rPr>
          <w:rFonts w:ascii="Arial" w:hAnsi="Arial" w:cs="Arial"/>
          <w:sz w:val="20"/>
          <w:szCs w:val="20"/>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BB3EAD" w:rsidRPr="00CC44AC" w:rsidRDefault="00BB3EAD" w:rsidP="00104972">
      <w:pPr>
        <w:spacing w:after="0" w:line="240" w:lineRule="auto"/>
        <w:jc w:val="both"/>
        <w:rPr>
          <w:rFonts w:ascii="Arial" w:hAnsi="Arial" w:cs="Arial"/>
          <w:sz w:val="20"/>
          <w:szCs w:val="20"/>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BB3EAD" w:rsidRPr="00CC44AC" w:rsidRDefault="00BB3EA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BB3EAD" w:rsidRDefault="00BB3EAD" w:rsidP="00104972">
      <w:pPr>
        <w:spacing w:after="0" w:line="240" w:lineRule="auto"/>
        <w:jc w:val="both"/>
        <w:rPr>
          <w:rFonts w:ascii="Arial" w:hAnsi="Arial" w:cs="Arial"/>
        </w:rPr>
      </w:pPr>
    </w:p>
    <w:p w:rsidR="00BB3EAD" w:rsidRPr="00384566" w:rsidRDefault="00BB3EAD" w:rsidP="00104972">
      <w:pPr>
        <w:spacing w:after="0" w:line="240" w:lineRule="auto"/>
        <w:jc w:val="both"/>
        <w:rPr>
          <w:rFonts w:ascii="Arial" w:hAnsi="Arial" w:cs="Arial"/>
        </w:rPr>
      </w:pPr>
    </w:p>
    <w:p w:rsidR="00BB3EAD" w:rsidRPr="00CC44AC" w:rsidRDefault="00BB3EAD"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BB3EAD" w:rsidRPr="00CC44AC" w:rsidRDefault="00BB3EAD" w:rsidP="00104972">
      <w:pPr>
        <w:spacing w:after="0" w:line="240" w:lineRule="auto"/>
        <w:jc w:val="both"/>
        <w:rPr>
          <w:rFonts w:ascii="Arial" w:hAnsi="Arial" w:cs="Arial"/>
        </w:rPr>
      </w:pPr>
    </w:p>
    <w:p w:rsidR="00BB3EAD" w:rsidRPr="002F32ED" w:rsidRDefault="00BB3EAD"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BB3EAD" w:rsidRPr="00CC44AC" w:rsidRDefault="00BB3EAD" w:rsidP="00382646">
      <w:pPr>
        <w:spacing w:after="0" w:line="360" w:lineRule="auto"/>
        <w:jc w:val="both"/>
        <w:rPr>
          <w:rFonts w:ascii="Arial" w:hAnsi="Arial" w:cs="Arial"/>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BB3EAD" w:rsidRPr="00CC44AC" w:rsidRDefault="00BB3EAD" w:rsidP="00104972">
      <w:pPr>
        <w:spacing w:after="0" w:line="240" w:lineRule="auto"/>
        <w:jc w:val="both"/>
        <w:rPr>
          <w:rFonts w:ascii="Arial" w:hAnsi="Arial" w:cs="Arial"/>
          <w:sz w:val="20"/>
          <w:szCs w:val="20"/>
        </w:rPr>
      </w:pPr>
    </w:p>
    <w:p w:rsidR="00BB3EAD" w:rsidRPr="00CC44AC" w:rsidRDefault="00BB3EAD"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BB3EAD" w:rsidRDefault="00BB3EA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BB3EAD" w:rsidRDefault="00BB3EAD" w:rsidP="00104972">
      <w:pPr>
        <w:spacing w:after="0" w:line="240" w:lineRule="auto"/>
        <w:ind w:left="5664"/>
        <w:jc w:val="both"/>
        <w:rPr>
          <w:rFonts w:ascii="Arial" w:hAnsi="Arial" w:cs="Arial"/>
          <w:i/>
          <w:iCs/>
          <w:sz w:val="20"/>
          <w:szCs w:val="20"/>
        </w:rPr>
      </w:pPr>
    </w:p>
    <w:p w:rsidR="00BB3EAD" w:rsidRDefault="00BB3EAD" w:rsidP="00B75C0F">
      <w:pPr>
        <w:spacing w:after="0" w:line="240" w:lineRule="auto"/>
        <w:jc w:val="both"/>
        <w:rPr>
          <w:rFonts w:ascii="Arial" w:hAnsi="Arial" w:cs="Arial"/>
          <w:sz w:val="24"/>
          <w:szCs w:val="24"/>
        </w:rPr>
      </w:pPr>
    </w:p>
    <w:p w:rsidR="00BB3EAD" w:rsidRDefault="00BB3EAD"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BB3EAD" w:rsidRDefault="00BB3EAD" w:rsidP="00B75C0F">
      <w:pPr>
        <w:spacing w:after="0" w:line="240" w:lineRule="auto"/>
        <w:jc w:val="both"/>
        <w:rPr>
          <w:rFonts w:ascii="Arial" w:hAnsi="Arial" w:cs="Arial"/>
          <w:sz w:val="16"/>
          <w:szCs w:val="16"/>
        </w:rPr>
      </w:pPr>
    </w:p>
    <w:p w:rsidR="00BB3EAD" w:rsidRPr="00B75C0F" w:rsidRDefault="00BB3EAD" w:rsidP="00B75C0F">
      <w:pPr>
        <w:spacing w:after="0" w:line="240" w:lineRule="auto"/>
        <w:jc w:val="both"/>
        <w:rPr>
          <w:rFonts w:ascii="Arial" w:hAnsi="Arial" w:cs="Arial"/>
          <w:sz w:val="16"/>
          <w:szCs w:val="16"/>
        </w:rPr>
      </w:pPr>
      <w:r>
        <w:rPr>
          <w:rFonts w:ascii="Arial" w:hAnsi="Arial" w:cs="Arial"/>
          <w:sz w:val="16"/>
          <w:szCs w:val="16"/>
        </w:rPr>
        <w:t>…………………………………….</w:t>
      </w:r>
    </w:p>
    <w:sectPr w:rsidR="00BB3EAD"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EAD" w:rsidRDefault="00BB3EAD" w:rsidP="0038231F">
      <w:pPr>
        <w:spacing w:after="0" w:line="240" w:lineRule="auto"/>
      </w:pPr>
      <w:r>
        <w:separator/>
      </w:r>
    </w:p>
  </w:endnote>
  <w:endnote w:type="continuationSeparator" w:id="0">
    <w:p w:rsidR="00BB3EAD" w:rsidRDefault="00BB3EAD"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EAD" w:rsidRPr="0027560C" w:rsidRDefault="00BB3EAD">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BB3EAD" w:rsidRDefault="00BB3E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EAD" w:rsidRDefault="00BB3EAD" w:rsidP="0038231F">
      <w:pPr>
        <w:spacing w:after="0" w:line="240" w:lineRule="auto"/>
      </w:pPr>
      <w:r>
        <w:separator/>
      </w:r>
    </w:p>
  </w:footnote>
  <w:footnote w:type="continuationSeparator" w:id="0">
    <w:p w:rsidR="00BB3EAD" w:rsidRDefault="00BB3EAD"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5065"/>
    <w:rsid w:val="00032720"/>
    <w:rsid w:val="0004409D"/>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38E"/>
    <w:rsid w:val="00190D6E"/>
    <w:rsid w:val="0019143F"/>
    <w:rsid w:val="00191D64"/>
    <w:rsid w:val="00193E01"/>
    <w:rsid w:val="001957C5"/>
    <w:rsid w:val="001C6438"/>
    <w:rsid w:val="001C6945"/>
    <w:rsid w:val="001D2014"/>
    <w:rsid w:val="001D29FA"/>
    <w:rsid w:val="001D3A19"/>
    <w:rsid w:val="001D4C90"/>
    <w:rsid w:val="001D55C2"/>
    <w:rsid w:val="001E5605"/>
    <w:rsid w:val="001F47D5"/>
    <w:rsid w:val="001F4C82"/>
    <w:rsid w:val="002050D3"/>
    <w:rsid w:val="002167D3"/>
    <w:rsid w:val="00233C57"/>
    <w:rsid w:val="0024572A"/>
    <w:rsid w:val="0024732C"/>
    <w:rsid w:val="0025263C"/>
    <w:rsid w:val="0025358A"/>
    <w:rsid w:val="00255142"/>
    <w:rsid w:val="00267089"/>
    <w:rsid w:val="0027560C"/>
    <w:rsid w:val="0028269F"/>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2494"/>
    <w:rsid w:val="003636E7"/>
    <w:rsid w:val="00372FF2"/>
    <w:rsid w:val="003761EA"/>
    <w:rsid w:val="0038231F"/>
    <w:rsid w:val="00382646"/>
    <w:rsid w:val="00384566"/>
    <w:rsid w:val="00392EC7"/>
    <w:rsid w:val="003A544D"/>
    <w:rsid w:val="003A5912"/>
    <w:rsid w:val="003B214C"/>
    <w:rsid w:val="003B295A"/>
    <w:rsid w:val="003B4E18"/>
    <w:rsid w:val="003B690E"/>
    <w:rsid w:val="003C3B64"/>
    <w:rsid w:val="003C4E34"/>
    <w:rsid w:val="003C58F8"/>
    <w:rsid w:val="003D272A"/>
    <w:rsid w:val="003D7458"/>
    <w:rsid w:val="003E1710"/>
    <w:rsid w:val="003F024C"/>
    <w:rsid w:val="003F0F5D"/>
    <w:rsid w:val="00401A89"/>
    <w:rsid w:val="00431F96"/>
    <w:rsid w:val="00432BB6"/>
    <w:rsid w:val="004339F2"/>
    <w:rsid w:val="00434CC2"/>
    <w:rsid w:val="00466838"/>
    <w:rsid w:val="0047396A"/>
    <w:rsid w:val="004761C6"/>
    <w:rsid w:val="004847A6"/>
    <w:rsid w:val="00484F88"/>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FAC"/>
    <w:rsid w:val="00617A76"/>
    <w:rsid w:val="00635C3C"/>
    <w:rsid w:val="00640F7E"/>
    <w:rsid w:val="006440B0"/>
    <w:rsid w:val="0064500B"/>
    <w:rsid w:val="006567DC"/>
    <w:rsid w:val="0065684B"/>
    <w:rsid w:val="00661B3E"/>
    <w:rsid w:val="00666C01"/>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2E68"/>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6074"/>
    <w:rsid w:val="00A56607"/>
    <w:rsid w:val="00A62798"/>
    <w:rsid w:val="00A6281A"/>
    <w:rsid w:val="00A75ED2"/>
    <w:rsid w:val="00A766A4"/>
    <w:rsid w:val="00A776FE"/>
    <w:rsid w:val="00AB39E6"/>
    <w:rsid w:val="00AB5E32"/>
    <w:rsid w:val="00AB71A8"/>
    <w:rsid w:val="00AD6725"/>
    <w:rsid w:val="00AE6FF2"/>
    <w:rsid w:val="00AF33BF"/>
    <w:rsid w:val="00AF69CC"/>
    <w:rsid w:val="00AF7109"/>
    <w:rsid w:val="00B00376"/>
    <w:rsid w:val="00B01B85"/>
    <w:rsid w:val="00B02A4E"/>
    <w:rsid w:val="00B060AA"/>
    <w:rsid w:val="00B119F4"/>
    <w:rsid w:val="00B15219"/>
    <w:rsid w:val="00B154B4"/>
    <w:rsid w:val="00B22BBE"/>
    <w:rsid w:val="00B35FDB"/>
    <w:rsid w:val="00B37134"/>
    <w:rsid w:val="00B40FC8"/>
    <w:rsid w:val="00B55DDE"/>
    <w:rsid w:val="00B56D25"/>
    <w:rsid w:val="00B75C0F"/>
    <w:rsid w:val="00B80D0E"/>
    <w:rsid w:val="00B817DC"/>
    <w:rsid w:val="00BA7211"/>
    <w:rsid w:val="00BA787E"/>
    <w:rsid w:val="00BB3EAD"/>
    <w:rsid w:val="00BB4798"/>
    <w:rsid w:val="00BB5169"/>
    <w:rsid w:val="00BC29A2"/>
    <w:rsid w:val="00BD06C3"/>
    <w:rsid w:val="00BD1E38"/>
    <w:rsid w:val="00BF1F3F"/>
    <w:rsid w:val="00BF4B7F"/>
    <w:rsid w:val="00C00C2E"/>
    <w:rsid w:val="00C070FA"/>
    <w:rsid w:val="00C22538"/>
    <w:rsid w:val="00C22A3E"/>
    <w:rsid w:val="00C347E2"/>
    <w:rsid w:val="00C36D0B"/>
    <w:rsid w:val="00C4103F"/>
    <w:rsid w:val="00C456FB"/>
    <w:rsid w:val="00C57DEB"/>
    <w:rsid w:val="00C640B9"/>
    <w:rsid w:val="00C75633"/>
    <w:rsid w:val="00C95A5B"/>
    <w:rsid w:val="00CA5F28"/>
    <w:rsid w:val="00CA68D4"/>
    <w:rsid w:val="00CC44AC"/>
    <w:rsid w:val="00CC6896"/>
    <w:rsid w:val="00CD6E91"/>
    <w:rsid w:val="00CE6400"/>
    <w:rsid w:val="00CF0DFE"/>
    <w:rsid w:val="00CF4A74"/>
    <w:rsid w:val="00D157BA"/>
    <w:rsid w:val="00D164A6"/>
    <w:rsid w:val="00D30F01"/>
    <w:rsid w:val="00D34D9A"/>
    <w:rsid w:val="00D36C30"/>
    <w:rsid w:val="00D409DE"/>
    <w:rsid w:val="00D42C9B"/>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12E9"/>
    <w:rsid w:val="00DF7FA1"/>
    <w:rsid w:val="00E14552"/>
    <w:rsid w:val="00E15D59"/>
    <w:rsid w:val="00E205E2"/>
    <w:rsid w:val="00E21B42"/>
    <w:rsid w:val="00E25418"/>
    <w:rsid w:val="00E30233"/>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31855"/>
    <w:rsid w:val="00F33AC3"/>
    <w:rsid w:val="00F365F2"/>
    <w:rsid w:val="00F37633"/>
    <w:rsid w:val="00F45F51"/>
    <w:rsid w:val="00F54680"/>
    <w:rsid w:val="00F8079D"/>
    <w:rsid w:val="00F81B8C"/>
    <w:rsid w:val="00FA1937"/>
    <w:rsid w:val="00FB0B78"/>
    <w:rsid w:val="00FB7965"/>
    <w:rsid w:val="00FC0667"/>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
    <w:uiPriority w:val="99"/>
    <w:rsid w:val="00D164A6"/>
    <w:pPr>
      <w:spacing w:after="0" w:line="240" w:lineRule="auto"/>
    </w:pPr>
    <w:rPr>
      <w:sz w:val="24"/>
      <w:szCs w:val="24"/>
      <w:lang w:eastAsia="pl-PL"/>
    </w:rPr>
  </w:style>
  <w:style w:type="paragraph" w:customStyle="1" w:styleId="ZnakZnakZnakZnakZnak">
    <w:name w:val="Znak Znak Znak Znak Znak"/>
    <w:basedOn w:val="Normal"/>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
    <w:uiPriority w:val="99"/>
    <w:rsid w:val="00CD6E91"/>
    <w:pPr>
      <w:spacing w:after="0" w:line="240" w:lineRule="auto"/>
    </w:pPr>
    <w:rPr>
      <w:sz w:val="24"/>
      <w:szCs w:val="24"/>
      <w:lang w:eastAsia="pl-PL"/>
    </w:rPr>
  </w:style>
  <w:style w:type="paragraph" w:customStyle="1" w:styleId="ZnakZnakZnak1Znak1">
    <w:name w:val="Znak Znak Znak1 Znak1"/>
    <w:basedOn w:val="Normal"/>
    <w:uiPriority w:val="99"/>
    <w:rsid w:val="001E5605"/>
    <w:pPr>
      <w:spacing w:after="0" w:line="240" w:lineRule="auto"/>
    </w:pPr>
    <w:rPr>
      <w:sz w:val="24"/>
      <w:szCs w:val="24"/>
      <w:lang w:eastAsia="pl-PL"/>
    </w:rPr>
  </w:style>
  <w:style w:type="paragraph" w:customStyle="1" w:styleId="ZnakZnakZnakZnakZnakZnak1ZnakZnakZnak">
    <w:name w:val="Znak Znak Znak Znak Znak Znak1 Znak Znak Znak"/>
    <w:basedOn w:val="Normal"/>
    <w:uiPriority w:val="99"/>
    <w:rsid w:val="00852E68"/>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895</Words>
  <Characters>5373</Characters>
  <Application>Microsoft Office Outlook</Application>
  <DocSecurity>0</DocSecurity>
  <Lines>0</Lines>
  <Paragraphs>0</Paragraphs>
  <ScaleCrop>false</ScaleCrop>
  <Company>SP ZOZ WSS nr3 w Rybniku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kbojanowska</cp:lastModifiedBy>
  <cp:revision>2</cp:revision>
  <cp:lastPrinted>2020-08-17T11:18:00Z</cp:lastPrinted>
  <dcterms:created xsi:type="dcterms:W3CDTF">2020-08-17T11:18:00Z</dcterms:created>
  <dcterms:modified xsi:type="dcterms:W3CDTF">2020-08-17T11:18:00Z</dcterms:modified>
</cp:coreProperties>
</file>