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23E" w:rsidRPr="00EF7F90" w:rsidRDefault="004B223E" w:rsidP="00123BBF">
      <w:pPr>
        <w:spacing w:after="0" w:line="240" w:lineRule="auto"/>
        <w:jc w:val="right"/>
        <w:rPr>
          <w:rFonts w:ascii="Arial" w:hAnsi="Arial" w:cs="Arial"/>
          <w:b/>
          <w:bCs/>
        </w:rPr>
      </w:pPr>
      <w:r w:rsidRPr="00EF7F90">
        <w:rPr>
          <w:rFonts w:ascii="Arial" w:hAnsi="Arial" w:cs="Arial"/>
          <w:b/>
          <w:bCs/>
        </w:rPr>
        <w:t>Załącznik nr 2.1</w:t>
      </w:r>
    </w:p>
    <w:p w:rsidR="004B223E" w:rsidRPr="00EF7F90" w:rsidRDefault="004B223E"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4B223E" w:rsidRPr="00EF7F90">
        <w:trPr>
          <w:trHeight w:val="1785"/>
        </w:trPr>
        <w:tc>
          <w:tcPr>
            <w:tcW w:w="4155" w:type="dxa"/>
          </w:tcPr>
          <w:p w:rsidR="004B223E" w:rsidRPr="00EF7F90" w:rsidRDefault="004B223E"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4B223E" w:rsidRPr="00EF7F90" w:rsidRDefault="004B223E" w:rsidP="00104972">
            <w:pPr>
              <w:pStyle w:val="BodyText2"/>
              <w:ind w:right="28"/>
              <w:rPr>
                <w:rFonts w:ascii="Arial" w:hAnsi="Arial" w:cs="Arial"/>
                <w:i/>
                <w:iCs/>
                <w:sz w:val="10"/>
                <w:szCs w:val="10"/>
                <w:lang w:eastAsia="pl-PL"/>
              </w:rPr>
            </w:pPr>
          </w:p>
          <w:p w:rsidR="004B223E" w:rsidRPr="00EF7F90" w:rsidRDefault="004B223E"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4B223E" w:rsidRPr="00EF7F90" w:rsidRDefault="004B223E" w:rsidP="00104972">
            <w:pPr>
              <w:spacing w:after="0" w:line="240" w:lineRule="auto"/>
              <w:rPr>
                <w:rFonts w:ascii="Arial Narrow" w:hAnsi="Arial Narrow" w:cs="Arial Narrow"/>
              </w:rPr>
            </w:pPr>
            <w:r w:rsidRPr="00EF7F90">
              <w:rPr>
                <w:rFonts w:ascii="Arial Narrow" w:hAnsi="Arial Narrow" w:cs="Arial Narrow"/>
              </w:rPr>
              <w:t>Imię i nazwisko wykonawcy:</w:t>
            </w:r>
          </w:p>
          <w:p w:rsidR="004B223E" w:rsidRPr="00EF7F90" w:rsidRDefault="004B223E" w:rsidP="00104972">
            <w:pPr>
              <w:spacing w:after="0" w:line="240" w:lineRule="auto"/>
              <w:rPr>
                <w:rFonts w:ascii="Arial Narrow" w:hAnsi="Arial Narrow" w:cs="Arial Narrow"/>
                <w:sz w:val="16"/>
                <w:szCs w:val="16"/>
              </w:rPr>
            </w:pPr>
          </w:p>
          <w:p w:rsidR="004B223E" w:rsidRPr="00EF7F90" w:rsidRDefault="004B223E"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4B223E" w:rsidRPr="00EF7F90" w:rsidRDefault="004B223E"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p w:rsidR="004B223E" w:rsidRPr="00EF7F90" w:rsidRDefault="004B223E" w:rsidP="00104972">
            <w:pPr>
              <w:spacing w:after="0" w:line="240" w:lineRule="auto"/>
              <w:jc w:val="center"/>
              <w:rPr>
                <w:rFonts w:ascii="Arial Narrow" w:hAnsi="Arial Narrow" w:cs="Arial Narrow"/>
                <w:sz w:val="16"/>
                <w:szCs w:val="16"/>
              </w:rPr>
            </w:pPr>
          </w:p>
          <w:p w:rsidR="004B223E" w:rsidRPr="00EF7F90" w:rsidRDefault="004B223E" w:rsidP="00104972">
            <w:pPr>
              <w:spacing w:after="0" w:line="240" w:lineRule="auto"/>
              <w:jc w:val="center"/>
              <w:rPr>
                <w:rFonts w:ascii="Arial Narrow" w:hAnsi="Arial Narrow" w:cs="Arial Narrow"/>
                <w:sz w:val="16"/>
                <w:szCs w:val="16"/>
              </w:rPr>
            </w:pPr>
          </w:p>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p w:rsidR="004B223E" w:rsidRPr="00EF7F90" w:rsidRDefault="004B223E" w:rsidP="00104972">
            <w:pPr>
              <w:spacing w:after="0" w:line="240" w:lineRule="auto"/>
              <w:jc w:val="center"/>
              <w:rPr>
                <w:rFonts w:ascii="Arial Narrow" w:hAnsi="Arial Narrow" w:cs="Arial Narrow"/>
                <w:sz w:val="16"/>
                <w:szCs w:val="16"/>
              </w:rPr>
            </w:pPr>
          </w:p>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p w:rsidR="004B223E" w:rsidRPr="00EF7F90" w:rsidRDefault="004B223E" w:rsidP="00104972">
            <w:pPr>
              <w:spacing w:after="0" w:line="240" w:lineRule="auto"/>
              <w:jc w:val="center"/>
              <w:rPr>
                <w:rFonts w:ascii="Arial Narrow" w:hAnsi="Arial Narrow" w:cs="Arial Narrow"/>
                <w:sz w:val="16"/>
                <w:szCs w:val="16"/>
              </w:rPr>
            </w:pPr>
          </w:p>
          <w:p w:rsidR="004B223E" w:rsidRPr="00EF7F90" w:rsidRDefault="004B223E" w:rsidP="00104972">
            <w:pPr>
              <w:spacing w:after="0" w:line="240" w:lineRule="auto"/>
              <w:jc w:val="center"/>
              <w:rPr>
                <w:rFonts w:ascii="Arial" w:hAnsi="Arial" w:cs="Arial"/>
              </w:rPr>
            </w:pPr>
            <w:r w:rsidRPr="00EF7F90">
              <w:rPr>
                <w:rFonts w:ascii="Arial Narrow" w:hAnsi="Arial Narrow" w:cs="Arial Narrow"/>
              </w:rPr>
              <w:t>.................................................................................................</w:t>
            </w:r>
          </w:p>
        </w:tc>
      </w:tr>
      <w:tr w:rsidR="004B223E" w:rsidRPr="00EF7F90">
        <w:trPr>
          <w:trHeight w:val="715"/>
        </w:trPr>
        <w:tc>
          <w:tcPr>
            <w:tcW w:w="4155" w:type="dxa"/>
            <w:vAlign w:val="center"/>
          </w:tcPr>
          <w:p w:rsidR="004B223E" w:rsidRPr="00EF7F90" w:rsidRDefault="004B223E"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4B223E" w:rsidRPr="00EF7F90" w:rsidRDefault="004B223E" w:rsidP="00104972">
            <w:pPr>
              <w:spacing w:after="0" w:line="240" w:lineRule="auto"/>
              <w:jc w:val="center"/>
              <w:rPr>
                <w:rFonts w:ascii="Arial Narrow" w:hAnsi="Arial Narrow" w:cs="Arial Narrow"/>
                <w:sz w:val="10"/>
                <w:szCs w:val="10"/>
              </w:rPr>
            </w:pPr>
          </w:p>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p w:rsidR="004B223E" w:rsidRPr="00EF7F90" w:rsidRDefault="004B223E" w:rsidP="00104972">
            <w:pPr>
              <w:spacing w:after="0" w:line="240" w:lineRule="auto"/>
              <w:jc w:val="center"/>
              <w:rPr>
                <w:rFonts w:ascii="Arial Narrow" w:hAnsi="Arial Narrow" w:cs="Arial Narrow"/>
                <w:sz w:val="10"/>
                <w:szCs w:val="10"/>
              </w:rPr>
            </w:pPr>
          </w:p>
          <w:p w:rsidR="004B223E" w:rsidRPr="00EF7F90" w:rsidRDefault="004B223E" w:rsidP="00104972">
            <w:pPr>
              <w:spacing w:after="0" w:line="240" w:lineRule="auto"/>
              <w:jc w:val="center"/>
              <w:rPr>
                <w:rFonts w:ascii="Arial" w:hAnsi="Arial" w:cs="Arial"/>
                <w:sz w:val="16"/>
                <w:szCs w:val="16"/>
              </w:rPr>
            </w:pPr>
            <w:r w:rsidRPr="00EF7F90">
              <w:rPr>
                <w:rFonts w:ascii="Arial Narrow" w:hAnsi="Arial Narrow" w:cs="Arial Narrow"/>
              </w:rPr>
              <w:t>.................................................................................................</w:t>
            </w:r>
          </w:p>
        </w:tc>
      </w:tr>
      <w:tr w:rsidR="004B223E" w:rsidRPr="00EF7F90">
        <w:trPr>
          <w:trHeight w:val="333"/>
        </w:trPr>
        <w:tc>
          <w:tcPr>
            <w:tcW w:w="4155" w:type="dxa"/>
            <w:vAlign w:val="center"/>
          </w:tcPr>
          <w:p w:rsidR="004B223E" w:rsidRPr="00EF7F90" w:rsidRDefault="004B223E"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tc>
      </w:tr>
      <w:tr w:rsidR="004B223E" w:rsidRPr="00EF7F90">
        <w:trPr>
          <w:trHeight w:val="383"/>
        </w:trPr>
        <w:tc>
          <w:tcPr>
            <w:tcW w:w="4155" w:type="dxa"/>
            <w:vAlign w:val="center"/>
          </w:tcPr>
          <w:p w:rsidR="004B223E" w:rsidRPr="00EF7F90" w:rsidRDefault="004B223E"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4B223E" w:rsidRPr="00EF7F90" w:rsidRDefault="004B223E" w:rsidP="00104972">
            <w:pPr>
              <w:spacing w:after="0" w:line="240" w:lineRule="auto"/>
              <w:jc w:val="center"/>
              <w:rPr>
                <w:rFonts w:ascii="Arial Narrow" w:hAnsi="Arial Narrow" w:cs="Arial Narrow"/>
              </w:rPr>
            </w:pPr>
            <w:r w:rsidRPr="00EF7F90">
              <w:rPr>
                <w:rFonts w:ascii="Arial Narrow" w:hAnsi="Arial Narrow" w:cs="Arial Narrow"/>
              </w:rPr>
              <w:t>..................................................................................................</w:t>
            </w:r>
          </w:p>
        </w:tc>
      </w:tr>
      <w:tr w:rsidR="004B223E" w:rsidRPr="00EF7F90">
        <w:trPr>
          <w:trHeight w:val="383"/>
        </w:trPr>
        <w:tc>
          <w:tcPr>
            <w:tcW w:w="4155" w:type="dxa"/>
            <w:vAlign w:val="center"/>
          </w:tcPr>
          <w:p w:rsidR="004B223E" w:rsidRPr="00EF7F90" w:rsidRDefault="004B223E"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4B223E" w:rsidRPr="00EF7F90" w:rsidRDefault="004B223E" w:rsidP="00B454D9">
            <w:pPr>
              <w:jc w:val="center"/>
              <w:rPr>
                <w:rFonts w:ascii="Arial Narrow" w:hAnsi="Arial Narrow" w:cs="Arial Narrow"/>
              </w:rPr>
            </w:pPr>
            <w:r w:rsidRPr="00EF7F90">
              <w:rPr>
                <w:rFonts w:ascii="Arial Narrow" w:hAnsi="Arial Narrow" w:cs="Arial Narrow"/>
              </w:rPr>
              <w:t>..................................................................................................</w:t>
            </w:r>
          </w:p>
        </w:tc>
      </w:tr>
    </w:tbl>
    <w:p w:rsidR="004B223E" w:rsidRPr="00EF7F90" w:rsidRDefault="004B223E"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4B223E" w:rsidRPr="003D6B2A" w:rsidRDefault="004B223E" w:rsidP="00104972">
      <w:pPr>
        <w:spacing w:after="0" w:line="240" w:lineRule="auto"/>
        <w:rPr>
          <w:rFonts w:ascii="Arial" w:hAnsi="Arial" w:cs="Arial"/>
          <w:sz w:val="16"/>
          <w:szCs w:val="16"/>
        </w:rPr>
      </w:pPr>
    </w:p>
    <w:p w:rsidR="004B223E" w:rsidRPr="00EF7F90" w:rsidRDefault="004B223E"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4B223E" w:rsidRPr="00EF7F90" w:rsidRDefault="004B223E"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4B223E" w:rsidRPr="00EF7F90" w:rsidRDefault="004B223E"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4B223E" w:rsidRPr="00EF7F90" w:rsidRDefault="004B223E"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4B223E" w:rsidRPr="00EF7F90" w:rsidRDefault="004B223E" w:rsidP="00104972">
      <w:pPr>
        <w:spacing w:after="0" w:line="240" w:lineRule="auto"/>
        <w:jc w:val="both"/>
        <w:rPr>
          <w:rFonts w:ascii="Arial" w:hAnsi="Arial" w:cs="Arial"/>
        </w:rPr>
      </w:pPr>
    </w:p>
    <w:p w:rsidR="004B223E" w:rsidRPr="00EF7F90" w:rsidRDefault="004B223E"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4B223E" w:rsidRPr="00EF7F90" w:rsidRDefault="004B223E" w:rsidP="00104972">
      <w:pPr>
        <w:pStyle w:val="NormalWeb"/>
        <w:spacing w:before="0" w:after="0"/>
        <w:jc w:val="center"/>
        <w:rPr>
          <w:rFonts w:ascii="Arial" w:hAnsi="Arial" w:cs="Arial"/>
          <w:b/>
          <w:bCs/>
          <w:sz w:val="12"/>
          <w:szCs w:val="12"/>
        </w:rPr>
      </w:pPr>
    </w:p>
    <w:p w:rsidR="004B223E" w:rsidRPr="00B04B6C" w:rsidRDefault="004B223E"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w:t>
      </w:r>
      <w:r w:rsidRPr="00B04B6C">
        <w:rPr>
          <w:rFonts w:ascii="Arial" w:hAnsi="Arial" w:cs="Arial"/>
          <w:b/>
          <w:bCs/>
          <w:sz w:val="22"/>
          <w:szCs w:val="22"/>
        </w:rPr>
        <w:t>stosowanych w programach lekowych i chemioterapii – Panitumumabum</w:t>
      </w:r>
    </w:p>
    <w:p w:rsidR="004B223E" w:rsidRPr="003D6B2A" w:rsidRDefault="004B223E" w:rsidP="008E7B03">
      <w:pPr>
        <w:pStyle w:val="NormalWeb"/>
        <w:spacing w:before="0" w:after="0"/>
        <w:jc w:val="center"/>
        <w:rPr>
          <w:rFonts w:ascii="Arial" w:hAnsi="Arial" w:cs="Arial"/>
          <w:sz w:val="16"/>
          <w:szCs w:val="16"/>
        </w:rPr>
      </w:pPr>
    </w:p>
    <w:p w:rsidR="004B223E" w:rsidRDefault="004B223E"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435</w:t>
      </w:r>
      <w:r w:rsidRPr="00DC0DDA">
        <w:rPr>
          <w:rFonts w:ascii="Arial" w:hAnsi="Arial" w:cs="Arial"/>
          <w:b/>
          <w:bCs/>
        </w:rPr>
        <w:t>-PN/</w:t>
      </w:r>
      <w:r>
        <w:rPr>
          <w:rFonts w:ascii="Arial" w:hAnsi="Arial" w:cs="Arial"/>
          <w:b/>
          <w:bCs/>
        </w:rPr>
        <w:t>118-2020</w:t>
      </w:r>
      <w:r w:rsidRPr="00DC0DDA">
        <w:rPr>
          <w:rFonts w:ascii="Arial" w:hAnsi="Arial" w:cs="Arial"/>
        </w:rPr>
        <w:t>)</w:t>
      </w:r>
    </w:p>
    <w:p w:rsidR="004B223E" w:rsidRPr="00EF7F90" w:rsidRDefault="004B223E"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4B223E" w:rsidRPr="00EF7F90" w:rsidRDefault="004B223E" w:rsidP="00104972">
      <w:pPr>
        <w:spacing w:after="0" w:line="240" w:lineRule="auto"/>
        <w:jc w:val="both"/>
        <w:rPr>
          <w:rFonts w:ascii="Arial" w:hAnsi="Arial" w:cs="Arial"/>
        </w:rPr>
      </w:pPr>
    </w:p>
    <w:p w:rsidR="004B223E" w:rsidRPr="00EF7F90" w:rsidRDefault="004B223E"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4B223E" w:rsidRPr="00EF7F90" w:rsidRDefault="004B223E" w:rsidP="00104972">
      <w:pPr>
        <w:spacing w:after="0" w:line="240" w:lineRule="auto"/>
        <w:jc w:val="both"/>
        <w:rPr>
          <w:rFonts w:ascii="Arial" w:hAnsi="Arial" w:cs="Arial"/>
          <w:i/>
          <w:iCs/>
          <w:sz w:val="16"/>
          <w:szCs w:val="16"/>
        </w:rPr>
      </w:pPr>
    </w:p>
    <w:p w:rsidR="004B223E" w:rsidRPr="00EF7F90" w:rsidRDefault="004B223E" w:rsidP="00104972">
      <w:pPr>
        <w:spacing w:after="0" w:line="240" w:lineRule="auto"/>
        <w:jc w:val="both"/>
        <w:rPr>
          <w:rFonts w:ascii="Arial" w:hAnsi="Arial" w:cs="Arial"/>
          <w:i/>
          <w:iCs/>
          <w:sz w:val="16"/>
          <w:szCs w:val="16"/>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4B223E" w:rsidRPr="00EF7F90" w:rsidRDefault="004B223E" w:rsidP="00104972">
      <w:pPr>
        <w:spacing w:after="0" w:line="240" w:lineRule="auto"/>
        <w:jc w:val="both"/>
        <w:rPr>
          <w:rFonts w:ascii="Arial" w:hAnsi="Arial" w:cs="Arial"/>
          <w:sz w:val="16"/>
          <w:szCs w:val="16"/>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4B223E" w:rsidRPr="00EF7F90" w:rsidRDefault="004B223E"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4B223E" w:rsidRPr="00EF7F90" w:rsidRDefault="004B223E" w:rsidP="00104972">
      <w:pPr>
        <w:spacing w:after="0" w:line="240" w:lineRule="auto"/>
        <w:ind w:left="5664"/>
        <w:jc w:val="both"/>
        <w:rPr>
          <w:rFonts w:ascii="Arial" w:hAnsi="Arial" w:cs="Arial"/>
          <w:i/>
          <w:iCs/>
        </w:rPr>
      </w:pPr>
    </w:p>
    <w:p w:rsidR="004B223E" w:rsidRPr="00EF7F90" w:rsidRDefault="004B223E"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4B223E" w:rsidRPr="00EF7F90" w:rsidRDefault="004B223E"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4B223E" w:rsidRPr="00EF7F90" w:rsidRDefault="004B223E" w:rsidP="00104972">
      <w:pPr>
        <w:spacing w:after="0" w:line="240" w:lineRule="auto"/>
        <w:jc w:val="both"/>
        <w:rPr>
          <w:rFonts w:ascii="Arial" w:hAnsi="Arial" w:cs="Arial"/>
        </w:rPr>
      </w:pPr>
    </w:p>
    <w:p w:rsidR="004B223E" w:rsidRPr="00EF7F90" w:rsidRDefault="004B223E"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4B223E" w:rsidRPr="00EF7F90" w:rsidRDefault="004B223E" w:rsidP="005C3524">
      <w:pPr>
        <w:spacing w:after="0" w:line="360" w:lineRule="auto"/>
        <w:jc w:val="both"/>
        <w:rPr>
          <w:rFonts w:ascii="Arial" w:hAnsi="Arial" w:cs="Arial"/>
        </w:rPr>
      </w:pPr>
      <w:r w:rsidRPr="00EF7F90">
        <w:rPr>
          <w:rFonts w:ascii="Arial" w:hAnsi="Arial" w:cs="Arial"/>
        </w:rPr>
        <w:t>……………………………………………………………………………………………………………</w:t>
      </w:r>
    </w:p>
    <w:p w:rsidR="004B223E" w:rsidRPr="00EF7F90" w:rsidRDefault="004B223E" w:rsidP="005C3524">
      <w:pPr>
        <w:spacing w:after="0" w:line="360" w:lineRule="auto"/>
        <w:jc w:val="both"/>
        <w:rPr>
          <w:rFonts w:ascii="Arial" w:hAnsi="Arial" w:cs="Arial"/>
        </w:rPr>
      </w:pPr>
      <w:r w:rsidRPr="00EF7F90">
        <w:rPr>
          <w:rFonts w:ascii="Arial" w:hAnsi="Arial" w:cs="Arial"/>
        </w:rPr>
        <w:t>………………………………………………………………………………………………………………………………………………………………………………………………………………………………………………………………………………………………………………………………………</w:t>
      </w:r>
    </w:p>
    <w:p w:rsidR="004B223E" w:rsidRPr="00EF7F90" w:rsidRDefault="004B223E" w:rsidP="00104972">
      <w:pPr>
        <w:spacing w:after="0" w:line="240" w:lineRule="auto"/>
        <w:jc w:val="both"/>
        <w:rPr>
          <w:rFonts w:ascii="Arial" w:hAnsi="Arial" w:cs="Arial"/>
          <w:sz w:val="16"/>
          <w:szCs w:val="16"/>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4B223E" w:rsidRPr="00EF7F90" w:rsidRDefault="004B223E" w:rsidP="00104972">
      <w:pPr>
        <w:spacing w:after="0" w:line="240" w:lineRule="auto"/>
        <w:jc w:val="both"/>
        <w:rPr>
          <w:rFonts w:ascii="Arial" w:hAnsi="Arial" w:cs="Arial"/>
          <w:sz w:val="16"/>
          <w:szCs w:val="16"/>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4B223E" w:rsidRPr="00EF7F90" w:rsidRDefault="004B223E"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4B223E" w:rsidRPr="00EF7F90" w:rsidRDefault="004B223E" w:rsidP="00104972">
      <w:pPr>
        <w:spacing w:after="0" w:line="240" w:lineRule="auto"/>
        <w:ind w:left="5664"/>
        <w:jc w:val="both"/>
        <w:rPr>
          <w:rFonts w:ascii="Arial" w:hAnsi="Arial" w:cs="Arial"/>
          <w:i/>
          <w:iCs/>
          <w:sz w:val="20"/>
          <w:szCs w:val="20"/>
        </w:rPr>
      </w:pPr>
    </w:p>
    <w:p w:rsidR="004B223E" w:rsidRPr="00EF7F90" w:rsidRDefault="004B223E" w:rsidP="00104972">
      <w:pPr>
        <w:spacing w:after="0" w:line="240" w:lineRule="auto"/>
        <w:jc w:val="both"/>
        <w:rPr>
          <w:rFonts w:ascii="Arial" w:hAnsi="Arial" w:cs="Arial"/>
        </w:rPr>
      </w:pPr>
    </w:p>
    <w:p w:rsidR="004B223E" w:rsidRPr="00EF7F90" w:rsidRDefault="004B223E"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4B223E" w:rsidRPr="00EF7F90" w:rsidRDefault="004B223E" w:rsidP="00382646">
      <w:pPr>
        <w:spacing w:after="0" w:line="360" w:lineRule="auto"/>
        <w:jc w:val="both"/>
        <w:rPr>
          <w:rFonts w:ascii="Arial" w:hAnsi="Arial" w:cs="Arial"/>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4B223E" w:rsidRPr="00EF7F90" w:rsidRDefault="004B223E" w:rsidP="00104972">
      <w:pPr>
        <w:spacing w:after="0" w:line="240" w:lineRule="auto"/>
        <w:jc w:val="both"/>
        <w:rPr>
          <w:rFonts w:ascii="Arial" w:hAnsi="Arial" w:cs="Arial"/>
          <w:sz w:val="20"/>
          <w:szCs w:val="20"/>
        </w:rPr>
      </w:pPr>
    </w:p>
    <w:p w:rsidR="004B223E" w:rsidRPr="00EF7F90" w:rsidRDefault="004B223E"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4B223E" w:rsidRPr="00EF7F90" w:rsidRDefault="004B223E"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4B223E" w:rsidRPr="00EF7F90" w:rsidRDefault="004B223E" w:rsidP="00104972">
      <w:pPr>
        <w:spacing w:after="0" w:line="240" w:lineRule="auto"/>
        <w:ind w:left="5664"/>
        <w:jc w:val="both"/>
        <w:rPr>
          <w:rFonts w:ascii="Arial" w:hAnsi="Arial" w:cs="Arial"/>
          <w:i/>
          <w:iCs/>
          <w:sz w:val="20"/>
          <w:szCs w:val="20"/>
        </w:rPr>
      </w:pPr>
    </w:p>
    <w:p w:rsidR="004B223E" w:rsidRPr="00EF7F90" w:rsidRDefault="004B223E" w:rsidP="00B75C0F">
      <w:pPr>
        <w:spacing w:after="0" w:line="240" w:lineRule="auto"/>
        <w:jc w:val="both"/>
        <w:rPr>
          <w:rFonts w:ascii="Arial" w:hAnsi="Arial" w:cs="Arial"/>
          <w:sz w:val="24"/>
          <w:szCs w:val="24"/>
        </w:rPr>
      </w:pPr>
    </w:p>
    <w:p w:rsidR="004B223E" w:rsidRPr="00EF7F90" w:rsidRDefault="004B223E"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r w:rsidRPr="00EF7F90">
        <w:rPr>
          <w:rFonts w:ascii="Arial" w:hAnsi="Arial" w:cs="Arial"/>
          <w:sz w:val="16"/>
          <w:szCs w:val="16"/>
        </w:rPr>
        <w:t>…………………………………….</w:t>
      </w: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B75C0F">
      <w:pPr>
        <w:spacing w:after="0" w:line="240" w:lineRule="auto"/>
        <w:jc w:val="both"/>
        <w:rPr>
          <w:rFonts w:ascii="Arial" w:hAnsi="Arial" w:cs="Arial"/>
          <w:sz w:val="16"/>
          <w:szCs w:val="16"/>
        </w:rPr>
      </w:pPr>
    </w:p>
    <w:p w:rsidR="004B223E" w:rsidRPr="00EF7F90" w:rsidRDefault="004B223E"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4B223E" w:rsidRPr="00EF7F90" w:rsidRDefault="004B223E"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4B223E" w:rsidRPr="00EF7F90" w:rsidRDefault="004B223E"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4B223E" w:rsidRPr="00EF7F90" w:rsidRDefault="004B223E"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4B223E" w:rsidRPr="00EF7F90" w:rsidRDefault="004B223E"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4B223E" w:rsidRPr="00B04B6C" w:rsidRDefault="004B223E" w:rsidP="00B04B6C">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w:t>
      </w:r>
      <w:r w:rsidRPr="00B04B6C">
        <w:rPr>
          <w:rFonts w:ascii="Arial" w:hAnsi="Arial" w:cs="Arial"/>
          <w:b/>
          <w:bCs/>
          <w:sz w:val="22"/>
          <w:szCs w:val="22"/>
        </w:rPr>
        <w:t>stosowanych w programach lekowych i chemioterapii – Panitumumabum</w:t>
      </w:r>
    </w:p>
    <w:p w:rsidR="004B223E" w:rsidRPr="003D6B2A" w:rsidRDefault="004B223E" w:rsidP="00B04B6C">
      <w:pPr>
        <w:pStyle w:val="NormalWeb"/>
        <w:spacing w:before="0" w:after="0"/>
        <w:jc w:val="center"/>
        <w:rPr>
          <w:rFonts w:ascii="Arial" w:hAnsi="Arial" w:cs="Arial"/>
          <w:sz w:val="16"/>
          <w:szCs w:val="16"/>
        </w:rPr>
      </w:pPr>
    </w:p>
    <w:p w:rsidR="004B223E" w:rsidRDefault="004B223E" w:rsidP="00B04B6C">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435</w:t>
      </w:r>
      <w:r w:rsidRPr="00DC0DDA">
        <w:rPr>
          <w:rFonts w:ascii="Arial" w:hAnsi="Arial" w:cs="Arial"/>
          <w:b/>
          <w:bCs/>
        </w:rPr>
        <w:t>-PN/</w:t>
      </w:r>
      <w:r>
        <w:rPr>
          <w:rFonts w:ascii="Arial" w:hAnsi="Arial" w:cs="Arial"/>
          <w:b/>
          <w:bCs/>
        </w:rPr>
        <w:t>118-2020</w:t>
      </w:r>
      <w:r w:rsidRPr="00DC0DDA">
        <w:rPr>
          <w:rFonts w:ascii="Arial" w:hAnsi="Arial" w:cs="Arial"/>
        </w:rPr>
        <w:t>)</w:t>
      </w:r>
    </w:p>
    <w:p w:rsidR="004B223E" w:rsidRPr="00EF7F90" w:rsidRDefault="004B223E" w:rsidP="00851E13">
      <w:pPr>
        <w:pStyle w:val="NormalWeb"/>
        <w:spacing w:before="0" w:after="0"/>
        <w:ind w:firstLine="3"/>
        <w:jc w:val="center"/>
        <w:rPr>
          <w:rFonts w:ascii="Arial" w:hAnsi="Arial" w:cs="Arial"/>
          <w:b/>
          <w:bCs/>
          <w:sz w:val="24"/>
          <w:szCs w:val="24"/>
          <w:u w:val="single"/>
        </w:rPr>
      </w:pPr>
    </w:p>
    <w:p w:rsidR="004B223E" w:rsidRPr="00EF7F90" w:rsidRDefault="004B223E" w:rsidP="007200F5">
      <w:pPr>
        <w:pStyle w:val="NormalWeb"/>
        <w:spacing w:before="0" w:after="0"/>
        <w:rPr>
          <w:rFonts w:ascii="Arial" w:hAnsi="Arial" w:cs="Arial"/>
          <w:i/>
          <w:iCs/>
          <w:sz w:val="16"/>
          <w:szCs w:val="16"/>
        </w:rPr>
      </w:pPr>
    </w:p>
    <w:p w:rsidR="004B223E" w:rsidRPr="00EF7F90" w:rsidRDefault="004B223E"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4B223E" w:rsidRPr="00EF7F90" w:rsidRDefault="004B223E"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4B223E" w:rsidRPr="00EF7F90" w:rsidRDefault="004B223E"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4B223E" w:rsidRPr="00EF7F90" w:rsidRDefault="004B223E"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4B223E" w:rsidRPr="00EF7F90" w:rsidRDefault="004B223E"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4B223E" w:rsidRPr="00EF7F90" w:rsidRDefault="004B223E"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4B223E" w:rsidRPr="00EF7F90" w:rsidRDefault="004B223E" w:rsidP="00586EEC">
      <w:pPr>
        <w:spacing w:after="0" w:line="240" w:lineRule="auto"/>
        <w:rPr>
          <w:rFonts w:ascii="Arial" w:hAnsi="Arial" w:cs="Arial"/>
          <w:sz w:val="24"/>
          <w:szCs w:val="24"/>
        </w:rPr>
      </w:pPr>
      <w:r w:rsidRPr="00EF7F90">
        <w:rPr>
          <w:rFonts w:ascii="Arial" w:hAnsi="Arial" w:cs="Arial"/>
          <w:sz w:val="20"/>
          <w:szCs w:val="20"/>
        </w:rPr>
        <w:t xml:space="preserve">                                                                                              …………………………………………</w:t>
      </w:r>
    </w:p>
    <w:p w:rsidR="004B223E" w:rsidRPr="00EF7F90" w:rsidRDefault="004B223E"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4B223E" w:rsidRPr="00EF7F90" w:rsidRDefault="004B223E"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4B223E" w:rsidRPr="00EF7F90" w:rsidRDefault="004B223E"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4B223E" w:rsidRPr="00EF7F90" w:rsidRDefault="004B223E"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4B223E" w:rsidRPr="00EF7F90" w:rsidRDefault="004B223E"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4B223E" w:rsidRPr="00EF7F90" w:rsidRDefault="004B223E" w:rsidP="00586EEC">
      <w:pPr>
        <w:rPr>
          <w:rFonts w:ascii="Arial" w:hAnsi="Arial" w:cs="Arial"/>
          <w:sz w:val="24"/>
          <w:szCs w:val="24"/>
        </w:rPr>
      </w:pPr>
      <w:r w:rsidRPr="00EF7F90">
        <w:rPr>
          <w:rFonts w:ascii="Arial" w:hAnsi="Arial" w:cs="Arial"/>
          <w:sz w:val="20"/>
          <w:szCs w:val="20"/>
        </w:rPr>
        <w:t xml:space="preserve">                                                                                                                 ………………………………</w:t>
      </w:r>
    </w:p>
    <w:p w:rsidR="004B223E" w:rsidRPr="00EF7F90" w:rsidRDefault="004B223E" w:rsidP="00586EEC">
      <w:pPr>
        <w:ind w:left="5664" w:firstLine="709"/>
        <w:rPr>
          <w:rFonts w:ascii="Arial" w:hAnsi="Arial" w:cs="Arial"/>
          <w:sz w:val="24"/>
          <w:szCs w:val="24"/>
        </w:rPr>
      </w:pPr>
      <w:r w:rsidRPr="00EF7F90">
        <w:rPr>
          <w:rFonts w:ascii="Arial" w:hAnsi="Arial" w:cs="Arial"/>
          <w:i/>
          <w:iCs/>
          <w:sz w:val="16"/>
          <w:szCs w:val="16"/>
        </w:rPr>
        <w:t xml:space="preserve">           (podpis)</w:t>
      </w:r>
    </w:p>
    <w:p w:rsidR="004B223E" w:rsidRPr="00EF7F90" w:rsidRDefault="004B223E"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4B223E" w:rsidRPr="00EF7F90" w:rsidRDefault="004B223E"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4B223E" w:rsidRPr="00EF7F90" w:rsidRDefault="004B223E"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4B223E" w:rsidRPr="00EF7F90" w:rsidRDefault="004B223E" w:rsidP="00586EEC">
      <w:pPr>
        <w:rPr>
          <w:rFonts w:ascii="Arial" w:hAnsi="Arial" w:cs="Arial"/>
          <w:sz w:val="24"/>
          <w:szCs w:val="24"/>
        </w:rPr>
      </w:pPr>
      <w:r w:rsidRPr="00EF7F90">
        <w:rPr>
          <w:rFonts w:ascii="Arial" w:hAnsi="Arial" w:cs="Arial"/>
          <w:sz w:val="20"/>
          <w:szCs w:val="20"/>
        </w:rPr>
        <w:t xml:space="preserve">                                                                                                  …………………………………………</w:t>
      </w:r>
    </w:p>
    <w:p w:rsidR="004B223E" w:rsidRPr="001307E0" w:rsidRDefault="004B223E"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4B223E"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23E" w:rsidRDefault="004B223E" w:rsidP="0038231F">
      <w:pPr>
        <w:spacing w:after="0" w:line="240" w:lineRule="auto"/>
      </w:pPr>
      <w:r>
        <w:separator/>
      </w:r>
    </w:p>
  </w:endnote>
  <w:endnote w:type="continuationSeparator" w:id="0">
    <w:p w:rsidR="004B223E" w:rsidRDefault="004B223E"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23E" w:rsidRPr="0027560C" w:rsidRDefault="004B223E">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4B223E" w:rsidRDefault="004B22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23E" w:rsidRDefault="004B223E" w:rsidP="0038231F">
      <w:pPr>
        <w:spacing w:after="0" w:line="240" w:lineRule="auto"/>
      </w:pPr>
      <w:r>
        <w:separator/>
      </w:r>
    </w:p>
  </w:footnote>
  <w:footnote w:type="continuationSeparator" w:id="0">
    <w:p w:rsidR="004B223E" w:rsidRDefault="004B223E"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015D"/>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95822"/>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B223E"/>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373F"/>
    <w:rsid w:val="00945546"/>
    <w:rsid w:val="009458F7"/>
    <w:rsid w:val="009469C7"/>
    <w:rsid w:val="00947C83"/>
    <w:rsid w:val="00950B0E"/>
    <w:rsid w:val="00955C7C"/>
    <w:rsid w:val="00956419"/>
    <w:rsid w:val="00956681"/>
    <w:rsid w:val="00956C26"/>
    <w:rsid w:val="00962421"/>
    <w:rsid w:val="009668F4"/>
    <w:rsid w:val="00975732"/>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13CA"/>
    <w:rsid w:val="00A7555F"/>
    <w:rsid w:val="00A766A4"/>
    <w:rsid w:val="00A776FE"/>
    <w:rsid w:val="00A851E1"/>
    <w:rsid w:val="00AA01EF"/>
    <w:rsid w:val="00AA31B0"/>
    <w:rsid w:val="00AA6FB9"/>
    <w:rsid w:val="00AB387C"/>
    <w:rsid w:val="00AB39E6"/>
    <w:rsid w:val="00AB5E32"/>
    <w:rsid w:val="00AB71A8"/>
    <w:rsid w:val="00AD3305"/>
    <w:rsid w:val="00AD3F31"/>
    <w:rsid w:val="00AD6725"/>
    <w:rsid w:val="00AD7011"/>
    <w:rsid w:val="00AE6FF2"/>
    <w:rsid w:val="00AF1049"/>
    <w:rsid w:val="00AF33BF"/>
    <w:rsid w:val="00AF69CC"/>
    <w:rsid w:val="00B00376"/>
    <w:rsid w:val="00B007A3"/>
    <w:rsid w:val="00B01B85"/>
    <w:rsid w:val="00B02A4E"/>
    <w:rsid w:val="00B03D6F"/>
    <w:rsid w:val="00B04B6C"/>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86E73"/>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95477"/>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24D75"/>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12ZnakZnakZnakZnakZnakZnakZnak">
    <w:name w:val="Znak12 Znak Znak Znak Znak Znak Znak Znak"/>
    <w:basedOn w:val="Normal"/>
    <w:uiPriority w:val="99"/>
    <w:rsid w:val="00A851E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8820139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3</Pages>
  <Words>752</Words>
  <Characters>4516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12</cp:revision>
  <cp:lastPrinted>2019-05-22T08:02:00Z</cp:lastPrinted>
  <dcterms:created xsi:type="dcterms:W3CDTF">2019-07-02T09:11:00Z</dcterms:created>
  <dcterms:modified xsi:type="dcterms:W3CDTF">2020-12-11T11:10:00Z</dcterms:modified>
</cp:coreProperties>
</file>